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828" w:rsidRDefault="00B2058E" w:rsidP="00255828">
      <w:pPr>
        <w:tabs>
          <w:tab w:val="left" w:pos="540"/>
          <w:tab w:val="left" w:pos="900"/>
          <w:tab w:val="left" w:pos="1260"/>
        </w:tabs>
        <w:ind w:left="540" w:hanging="540"/>
        <w:rPr>
          <w:sz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4445</wp:posOffset>
            </wp:positionV>
            <wp:extent cx="1595755" cy="1369695"/>
            <wp:effectExtent l="0" t="0" r="4445" b="0"/>
            <wp:wrapThrough wrapText="bothSides">
              <wp:wrapPolygon edited="0">
                <wp:start x="9799" y="0"/>
                <wp:lineTo x="7478" y="1803"/>
                <wp:lineTo x="7736" y="3305"/>
                <wp:lineTo x="13667" y="4807"/>
                <wp:lineTo x="0" y="9914"/>
                <wp:lineTo x="0" y="14120"/>
                <wp:lineTo x="3094" y="14420"/>
                <wp:lineTo x="3094" y="18626"/>
                <wp:lineTo x="14698" y="19227"/>
                <wp:lineTo x="16245" y="19227"/>
                <wp:lineTo x="21402" y="18626"/>
                <wp:lineTo x="21402" y="18325"/>
                <wp:lineTo x="17019" y="14420"/>
                <wp:lineTo x="18566" y="14420"/>
                <wp:lineTo x="20113" y="11416"/>
                <wp:lineTo x="19597" y="9613"/>
                <wp:lineTo x="15472" y="4206"/>
                <wp:lineTo x="14182" y="1502"/>
                <wp:lineTo x="12893" y="0"/>
                <wp:lineTo x="9799" y="0"/>
              </wp:wrapPolygon>
            </wp:wrapThrough>
            <wp:docPr id="2" name="Afbeelding 2" descr="nieuw logo Niv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ieuw logo Nivel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6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36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5828" w:rsidRDefault="00255828" w:rsidP="00106FDE">
      <w:pPr>
        <w:tabs>
          <w:tab w:val="left" w:pos="540"/>
          <w:tab w:val="left" w:pos="900"/>
          <w:tab w:val="left" w:pos="1260"/>
        </w:tabs>
        <w:spacing w:line="480" w:lineRule="auto"/>
        <w:ind w:left="539" w:hanging="539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Wat vindt ú belangrijk als het gaat om </w:t>
      </w:r>
      <w:r w:rsidR="000351BD">
        <w:rPr>
          <w:rFonts w:ascii="Arial" w:hAnsi="Arial" w:cs="Arial"/>
          <w:b/>
          <w:sz w:val="28"/>
        </w:rPr>
        <w:t xml:space="preserve">eerstelijns </w:t>
      </w:r>
      <w:r w:rsidR="00426BA4">
        <w:rPr>
          <w:rFonts w:ascii="Arial" w:hAnsi="Arial" w:cs="Arial"/>
          <w:b/>
          <w:sz w:val="28"/>
        </w:rPr>
        <w:t xml:space="preserve">verloskundige </w:t>
      </w:r>
      <w:r w:rsidR="00B57E50">
        <w:rPr>
          <w:rFonts w:ascii="Arial" w:hAnsi="Arial" w:cs="Arial"/>
          <w:b/>
          <w:sz w:val="28"/>
        </w:rPr>
        <w:t>zorg</w:t>
      </w:r>
      <w:r>
        <w:rPr>
          <w:rFonts w:ascii="Arial" w:hAnsi="Arial" w:cs="Arial"/>
          <w:b/>
          <w:sz w:val="28"/>
        </w:rPr>
        <w:t>?</w:t>
      </w:r>
    </w:p>
    <w:p w:rsidR="00255828" w:rsidRDefault="00255828" w:rsidP="0025582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4"/>
        </w:rPr>
      </w:pPr>
    </w:p>
    <w:p w:rsidR="00255828" w:rsidRDefault="00255828" w:rsidP="0025582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b/>
          <w:sz w:val="24"/>
        </w:rPr>
      </w:pPr>
    </w:p>
    <w:p w:rsidR="007B25A4" w:rsidRPr="002418AE" w:rsidRDefault="007B25A4" w:rsidP="007B25A4">
      <w:pPr>
        <w:rPr>
          <w:rFonts w:ascii="Arial" w:hAnsi="Arial" w:cs="Arial"/>
          <w:sz w:val="20"/>
        </w:rPr>
      </w:pPr>
      <w:r w:rsidRPr="002418AE">
        <w:rPr>
          <w:rFonts w:ascii="Arial" w:hAnsi="Arial" w:cs="Arial"/>
          <w:sz w:val="20"/>
        </w:rPr>
        <w:t xml:space="preserve">Wilt u ook deze aanvullende vragen invullen? Hier gaat het om uw verwachtingen over de eerstelijns </w:t>
      </w:r>
      <w:r w:rsidR="00426BA4">
        <w:rPr>
          <w:rFonts w:ascii="Arial" w:hAnsi="Arial" w:cs="Arial"/>
          <w:sz w:val="20"/>
        </w:rPr>
        <w:t>verloskundig</w:t>
      </w:r>
      <w:r w:rsidR="00483B69">
        <w:rPr>
          <w:rFonts w:ascii="Arial" w:hAnsi="Arial" w:cs="Arial"/>
          <w:sz w:val="20"/>
        </w:rPr>
        <w:t>e</w:t>
      </w:r>
      <w:r w:rsidRPr="002418AE">
        <w:rPr>
          <w:rFonts w:ascii="Arial" w:hAnsi="Arial" w:cs="Arial"/>
          <w:sz w:val="20"/>
        </w:rPr>
        <w:t xml:space="preserve"> zorg. Wat vindt ú belangrijk? Wilt u bij elk van de onderstaande zinnen het hokje aankruisen dat het best overeenkomt met </w:t>
      </w:r>
      <w:r w:rsidR="002418AE" w:rsidRPr="002418AE">
        <w:rPr>
          <w:rFonts w:ascii="Arial" w:hAnsi="Arial" w:cs="Arial"/>
          <w:sz w:val="20"/>
        </w:rPr>
        <w:t>uw</w:t>
      </w:r>
      <w:r w:rsidRPr="002418AE">
        <w:rPr>
          <w:rFonts w:ascii="Arial" w:hAnsi="Arial" w:cs="Arial"/>
          <w:sz w:val="20"/>
        </w:rPr>
        <w:t xml:space="preserve"> mening; er zijn</w:t>
      </w:r>
      <w:r w:rsidR="002418AE" w:rsidRPr="002418AE">
        <w:rPr>
          <w:rFonts w:ascii="Arial" w:hAnsi="Arial" w:cs="Arial"/>
          <w:sz w:val="20"/>
        </w:rPr>
        <w:t xml:space="preserve"> geen goede of foute antwoorden.</w:t>
      </w:r>
      <w:r w:rsidRPr="002418AE">
        <w:rPr>
          <w:rFonts w:ascii="Arial" w:hAnsi="Arial" w:cs="Arial"/>
          <w:sz w:val="20"/>
        </w:rPr>
        <w:t xml:space="preserve"> Indien</w:t>
      </w:r>
      <w:r w:rsidR="00F221FF">
        <w:rPr>
          <w:rFonts w:ascii="Arial" w:hAnsi="Arial" w:cs="Arial"/>
          <w:sz w:val="20"/>
        </w:rPr>
        <w:t xml:space="preserve"> </w:t>
      </w:r>
      <w:r w:rsidRPr="002418AE">
        <w:rPr>
          <w:rFonts w:ascii="Arial" w:hAnsi="Arial" w:cs="Arial"/>
          <w:sz w:val="20"/>
        </w:rPr>
        <w:t>een vraag niet op u van toepassing is kunt u deze vraag overslaan.</w:t>
      </w:r>
    </w:p>
    <w:p w:rsidR="002418AE" w:rsidRDefault="002418AE" w:rsidP="0025582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654EB3" w:rsidRDefault="00654EB3" w:rsidP="0025582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574"/>
        <w:gridCol w:w="1139"/>
        <w:gridCol w:w="1139"/>
        <w:gridCol w:w="1139"/>
        <w:gridCol w:w="1137"/>
      </w:tblGrid>
      <w:tr w:rsidR="00255828" w:rsidRPr="006B1E78" w:rsidTr="00F221FF">
        <w:trPr>
          <w:cantSplit/>
          <w:tblHeader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B57E50" w:rsidRDefault="00B57E50" w:rsidP="00AC6C38">
            <w:pPr>
              <w:tabs>
                <w:tab w:val="left" w:pos="540"/>
                <w:tab w:val="left" w:pos="900"/>
                <w:tab w:val="left" w:pos="1260"/>
              </w:tabs>
              <w:spacing w:line="280" w:lineRule="exact"/>
              <w:ind w:left="540" w:hanging="540"/>
              <w:rPr>
                <w:rFonts w:ascii="Arial" w:hAnsi="Arial" w:cs="Arial"/>
                <w:i/>
                <w:sz w:val="20"/>
              </w:rPr>
            </w:pPr>
          </w:p>
          <w:p w:rsidR="00B57E50" w:rsidRDefault="00B57E50" w:rsidP="00AC6C38">
            <w:pPr>
              <w:tabs>
                <w:tab w:val="left" w:pos="540"/>
                <w:tab w:val="left" w:pos="900"/>
                <w:tab w:val="left" w:pos="1260"/>
              </w:tabs>
              <w:spacing w:line="280" w:lineRule="exact"/>
              <w:ind w:left="540" w:hanging="540"/>
              <w:rPr>
                <w:rFonts w:ascii="Arial" w:hAnsi="Arial" w:cs="Arial"/>
                <w:i/>
                <w:sz w:val="20"/>
              </w:rPr>
            </w:pPr>
          </w:p>
          <w:p w:rsidR="00AC6C38" w:rsidRPr="006B1E78" w:rsidRDefault="00AC6C38" w:rsidP="00AC6C38">
            <w:pPr>
              <w:tabs>
                <w:tab w:val="left" w:pos="540"/>
                <w:tab w:val="left" w:pos="900"/>
                <w:tab w:val="left" w:pos="1260"/>
              </w:tabs>
              <w:spacing w:line="280" w:lineRule="exact"/>
              <w:ind w:left="540" w:hanging="540"/>
              <w:rPr>
                <w:rFonts w:ascii="Arial" w:hAnsi="Arial" w:cs="Arial"/>
                <w:i/>
                <w:sz w:val="20"/>
              </w:rPr>
            </w:pPr>
            <w:r w:rsidRPr="006B1E78">
              <w:rPr>
                <w:rFonts w:ascii="Arial" w:hAnsi="Arial" w:cs="Arial"/>
                <w:i/>
                <w:sz w:val="20"/>
              </w:rPr>
              <w:t>Wat vindt u belangrijk?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255828">
            <w:pPr>
              <w:tabs>
                <w:tab w:val="left" w:pos="540"/>
                <w:tab w:val="left" w:pos="900"/>
                <w:tab w:val="left" w:pos="1260"/>
              </w:tabs>
              <w:spacing w:line="280" w:lineRule="exact"/>
              <w:ind w:left="540" w:hanging="540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B1E78">
              <w:rPr>
                <w:rFonts w:ascii="Arial" w:hAnsi="Arial" w:cs="Arial"/>
                <w:b/>
                <w:i/>
                <w:sz w:val="20"/>
              </w:rPr>
              <w:t xml:space="preserve">niet </w:t>
            </w:r>
          </w:p>
          <w:p w:rsidR="00255828" w:rsidRPr="006B1E78" w:rsidRDefault="00255828" w:rsidP="00255828">
            <w:pPr>
              <w:tabs>
                <w:tab w:val="left" w:pos="540"/>
                <w:tab w:val="left" w:pos="900"/>
                <w:tab w:val="left" w:pos="1260"/>
              </w:tabs>
              <w:spacing w:line="280" w:lineRule="exact"/>
              <w:ind w:left="540" w:hanging="540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B1E78">
              <w:rPr>
                <w:rFonts w:ascii="Arial" w:hAnsi="Arial" w:cs="Arial"/>
                <w:b/>
                <w:i/>
                <w:sz w:val="20"/>
              </w:rPr>
              <w:t>belangrijk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582EE3">
            <w:pPr>
              <w:tabs>
                <w:tab w:val="left" w:pos="540"/>
                <w:tab w:val="left" w:pos="900"/>
                <w:tab w:val="left" w:pos="1260"/>
              </w:tabs>
              <w:spacing w:line="280" w:lineRule="exact"/>
              <w:ind w:left="540" w:hanging="540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B1E78">
              <w:rPr>
                <w:rFonts w:ascii="Arial" w:hAnsi="Arial" w:cs="Arial"/>
                <w:b/>
                <w:i/>
                <w:sz w:val="20"/>
              </w:rPr>
              <w:t>eigenlijk</w:t>
            </w:r>
          </w:p>
          <w:p w:rsidR="00582EE3" w:rsidRPr="006B1E78" w:rsidRDefault="00255828" w:rsidP="00582EE3">
            <w:pPr>
              <w:tabs>
                <w:tab w:val="left" w:pos="540"/>
                <w:tab w:val="left" w:pos="900"/>
                <w:tab w:val="left" w:pos="1260"/>
              </w:tabs>
              <w:spacing w:line="280" w:lineRule="exact"/>
              <w:ind w:left="540" w:hanging="540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B1E78">
              <w:rPr>
                <w:rFonts w:ascii="Arial" w:hAnsi="Arial" w:cs="Arial"/>
                <w:b/>
                <w:i/>
                <w:sz w:val="20"/>
              </w:rPr>
              <w:t xml:space="preserve">wel </w:t>
            </w:r>
          </w:p>
          <w:p w:rsidR="00255828" w:rsidRPr="006B1E78" w:rsidRDefault="00582EE3" w:rsidP="00582EE3">
            <w:pPr>
              <w:tabs>
                <w:tab w:val="left" w:pos="540"/>
                <w:tab w:val="left" w:pos="900"/>
                <w:tab w:val="left" w:pos="1260"/>
              </w:tabs>
              <w:spacing w:line="280" w:lineRule="exact"/>
              <w:ind w:left="540" w:hanging="540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B1E78">
              <w:rPr>
                <w:rFonts w:ascii="Arial" w:hAnsi="Arial" w:cs="Arial"/>
                <w:b/>
                <w:i/>
                <w:sz w:val="20"/>
              </w:rPr>
              <w:t>b</w:t>
            </w:r>
            <w:r w:rsidR="00255828" w:rsidRPr="006B1E78">
              <w:rPr>
                <w:rFonts w:ascii="Arial" w:hAnsi="Arial" w:cs="Arial"/>
                <w:b/>
                <w:i/>
                <w:sz w:val="20"/>
              </w:rPr>
              <w:t>elangrijk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255828">
            <w:pPr>
              <w:tabs>
                <w:tab w:val="left" w:pos="540"/>
                <w:tab w:val="left" w:pos="900"/>
                <w:tab w:val="left" w:pos="1260"/>
              </w:tabs>
              <w:spacing w:line="280" w:lineRule="exact"/>
              <w:ind w:left="540" w:hanging="540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B1E78">
              <w:rPr>
                <w:rFonts w:ascii="Arial" w:hAnsi="Arial" w:cs="Arial"/>
                <w:b/>
                <w:i/>
                <w:sz w:val="20"/>
              </w:rPr>
              <w:t>belangrijk</w:t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255828">
            <w:pPr>
              <w:tabs>
                <w:tab w:val="left" w:pos="900"/>
                <w:tab w:val="left" w:pos="1260"/>
              </w:tabs>
              <w:spacing w:line="280" w:lineRule="exact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B1E78">
              <w:rPr>
                <w:rFonts w:ascii="Arial" w:hAnsi="Arial" w:cs="Arial"/>
                <w:b/>
                <w:i/>
                <w:sz w:val="20"/>
              </w:rPr>
              <w:t>heel erg belangrijk</w:t>
            </w:r>
          </w:p>
        </w:tc>
      </w:tr>
      <w:tr w:rsidR="00255828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255828" w:rsidRPr="006B1E78" w:rsidRDefault="00B57E50" w:rsidP="00255828">
            <w:pPr>
              <w:tabs>
                <w:tab w:val="left" w:pos="900"/>
                <w:tab w:val="left" w:pos="1260"/>
              </w:tabs>
              <w:spacing w:line="28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Uw verwachtingen met betrekking tot voorlichting en begeleiding tijdens de zwangerschap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55828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606ACC" w:rsidRPr="009D299A" w:rsidRDefault="008A51BC" w:rsidP="00EA5953">
            <w:pPr>
              <w:tabs>
                <w:tab w:val="left" w:pos="0"/>
                <w:tab w:val="left" w:pos="900"/>
                <w:tab w:val="left" w:pos="1260"/>
              </w:tabs>
              <w:spacing w:line="280" w:lineRule="exact"/>
              <w:rPr>
                <w:rFonts w:ascii="Arial" w:hAnsi="Arial" w:cs="Arial"/>
                <w:sz w:val="20"/>
              </w:rPr>
            </w:pPr>
            <w:r w:rsidRPr="009D299A">
              <w:rPr>
                <w:rFonts w:ascii="Arial" w:hAnsi="Arial" w:cs="Arial"/>
                <w:sz w:val="20"/>
              </w:rPr>
              <w:t>1.</w:t>
            </w:r>
            <w:r w:rsidR="00606ACC" w:rsidRPr="009D299A">
              <w:rPr>
                <w:rFonts w:ascii="Arial" w:hAnsi="Arial" w:cs="Arial"/>
                <w:sz w:val="20"/>
              </w:rPr>
              <w:t xml:space="preserve"> Vindt u het belangrijk om te weten of u tijdens uw zwangerschap, bevalling en het kraambed met meerdere </w:t>
            </w:r>
            <w:r w:rsidR="00426BA4" w:rsidRPr="009D299A">
              <w:rPr>
                <w:rFonts w:ascii="Arial" w:hAnsi="Arial" w:cs="Arial"/>
                <w:sz w:val="20"/>
              </w:rPr>
              <w:t>verloskundig actieve huisarts</w:t>
            </w:r>
            <w:r w:rsidR="00312CFE" w:rsidRPr="009D299A">
              <w:rPr>
                <w:rFonts w:ascii="Arial" w:hAnsi="Arial" w:cs="Arial"/>
                <w:sz w:val="20"/>
              </w:rPr>
              <w:t>e</w:t>
            </w:r>
            <w:r w:rsidR="00606ACC" w:rsidRPr="009D299A">
              <w:rPr>
                <w:rFonts w:ascii="Arial" w:hAnsi="Arial" w:cs="Arial"/>
                <w:sz w:val="20"/>
              </w:rPr>
              <w:t>n te maken heeft?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255828" w:rsidRPr="006B1E78" w:rsidRDefault="00255828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606ACC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6B139D" w:rsidRPr="009D299A" w:rsidRDefault="008A51BC">
            <w:pPr>
              <w:rPr>
                <w:rFonts w:ascii="Arial" w:hAnsi="Arial" w:cs="Arial"/>
                <w:sz w:val="20"/>
              </w:rPr>
            </w:pPr>
            <w:r w:rsidRPr="009D299A">
              <w:rPr>
                <w:rFonts w:ascii="Arial" w:hAnsi="Arial" w:cs="Arial"/>
                <w:sz w:val="20"/>
              </w:rPr>
              <w:t>2.</w:t>
            </w:r>
            <w:r w:rsidR="006B139D" w:rsidRPr="009D299A">
              <w:rPr>
                <w:rFonts w:ascii="Arial" w:hAnsi="Arial" w:cs="Arial"/>
                <w:sz w:val="20"/>
              </w:rPr>
              <w:t xml:space="preserve"> </w:t>
            </w:r>
            <w:r w:rsidR="00606ACC" w:rsidRPr="009D299A">
              <w:rPr>
                <w:rFonts w:ascii="Arial" w:hAnsi="Arial" w:cs="Arial"/>
                <w:sz w:val="20"/>
              </w:rPr>
              <w:t xml:space="preserve">Vindt u het belangrijk </w:t>
            </w:r>
            <w:r w:rsidR="000351BD" w:rsidRPr="009D299A">
              <w:rPr>
                <w:rFonts w:ascii="Arial" w:hAnsi="Arial" w:cs="Arial"/>
                <w:sz w:val="20"/>
              </w:rPr>
              <w:t>dat</w:t>
            </w:r>
            <w:r w:rsidR="006B139D" w:rsidRPr="009D299A">
              <w:rPr>
                <w:rFonts w:ascii="Arial" w:hAnsi="Arial" w:cs="Arial"/>
                <w:sz w:val="20"/>
              </w:rPr>
              <w:t xml:space="preserve"> de zorg die u van de </w:t>
            </w:r>
            <w:r w:rsidR="00426BA4" w:rsidRPr="009D299A">
              <w:rPr>
                <w:rFonts w:ascii="Arial" w:hAnsi="Arial" w:cs="Arial"/>
                <w:sz w:val="20"/>
              </w:rPr>
              <w:t>verloskundig actieve huisarts</w:t>
            </w:r>
            <w:r w:rsidR="00312CFE" w:rsidRPr="009D299A">
              <w:rPr>
                <w:rFonts w:ascii="Arial" w:hAnsi="Arial" w:cs="Arial"/>
                <w:sz w:val="20"/>
              </w:rPr>
              <w:t>e</w:t>
            </w:r>
            <w:r w:rsidR="006B139D" w:rsidRPr="009D299A">
              <w:rPr>
                <w:rFonts w:ascii="Arial" w:hAnsi="Arial" w:cs="Arial"/>
                <w:sz w:val="20"/>
              </w:rPr>
              <w:t>n krijgt op elkaar is afgestemd?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606ACC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606ACC" w:rsidRDefault="008A51BC">
            <w:r>
              <w:rPr>
                <w:rFonts w:ascii="Arial" w:hAnsi="Arial" w:cs="Arial"/>
                <w:sz w:val="20"/>
              </w:rPr>
              <w:t>3.</w:t>
            </w:r>
            <w:r w:rsidR="006B139D">
              <w:rPr>
                <w:rFonts w:ascii="Arial" w:hAnsi="Arial" w:cs="Arial"/>
                <w:sz w:val="20"/>
              </w:rPr>
              <w:t xml:space="preserve"> </w:t>
            </w:r>
            <w:r w:rsidR="00606ACC" w:rsidRPr="00C91FB2">
              <w:rPr>
                <w:rFonts w:ascii="Arial" w:hAnsi="Arial" w:cs="Arial"/>
                <w:sz w:val="20"/>
              </w:rPr>
              <w:t xml:space="preserve">Vindt u het belangrijk om </w:t>
            </w:r>
            <w:r w:rsidR="006B139D">
              <w:rPr>
                <w:rFonts w:ascii="Arial" w:hAnsi="Arial" w:cs="Arial"/>
                <w:sz w:val="20"/>
              </w:rPr>
              <w:t xml:space="preserve">een vast aanspreekpunt </w:t>
            </w:r>
            <w:r w:rsidR="000351BD">
              <w:rPr>
                <w:rFonts w:ascii="Arial" w:hAnsi="Arial" w:cs="Arial"/>
                <w:sz w:val="20"/>
              </w:rPr>
              <w:t>te hebben</w:t>
            </w:r>
            <w:r w:rsidR="006B139D">
              <w:rPr>
                <w:rFonts w:ascii="Arial" w:hAnsi="Arial" w:cs="Arial"/>
                <w:sz w:val="20"/>
              </w:rPr>
              <w:t>, in de vorm van een case-manager?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606ACC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606ACC" w:rsidRPr="00A625E8" w:rsidRDefault="008A51BC">
            <w:r>
              <w:rPr>
                <w:rFonts w:ascii="Arial" w:hAnsi="Arial" w:cs="Arial"/>
                <w:sz w:val="20"/>
              </w:rPr>
              <w:t>4.</w:t>
            </w:r>
            <w:r w:rsidR="00D951D8" w:rsidRPr="00A625E8">
              <w:rPr>
                <w:rFonts w:ascii="Arial" w:hAnsi="Arial" w:cs="Arial"/>
                <w:sz w:val="20"/>
              </w:rPr>
              <w:t xml:space="preserve"> </w:t>
            </w:r>
            <w:r w:rsidR="00606ACC" w:rsidRPr="00A625E8">
              <w:rPr>
                <w:rFonts w:ascii="Arial" w:hAnsi="Arial" w:cs="Arial"/>
                <w:sz w:val="20"/>
              </w:rPr>
              <w:t xml:space="preserve">Vindt u het belangrijk om </w:t>
            </w:r>
            <w:r w:rsidR="00D951D8" w:rsidRPr="00A625E8">
              <w:rPr>
                <w:rFonts w:ascii="Arial" w:hAnsi="Arial" w:cs="Arial"/>
                <w:sz w:val="20"/>
              </w:rPr>
              <w:t xml:space="preserve">tijdens uw zwangerschap </w:t>
            </w:r>
            <w:r w:rsidR="000351BD">
              <w:rPr>
                <w:rFonts w:ascii="Arial" w:hAnsi="Arial" w:cs="Arial"/>
                <w:sz w:val="20"/>
              </w:rPr>
              <w:t xml:space="preserve">te </w:t>
            </w:r>
            <w:r w:rsidR="00D951D8" w:rsidRPr="00A625E8">
              <w:rPr>
                <w:rFonts w:ascii="Arial" w:hAnsi="Arial" w:cs="Arial"/>
                <w:sz w:val="20"/>
              </w:rPr>
              <w:t>word</w:t>
            </w:r>
            <w:r w:rsidR="000351BD">
              <w:rPr>
                <w:rFonts w:ascii="Arial" w:hAnsi="Arial" w:cs="Arial"/>
                <w:sz w:val="20"/>
              </w:rPr>
              <w:t>en</w:t>
            </w:r>
            <w:r w:rsidR="00D951D8" w:rsidRPr="00A625E8">
              <w:rPr>
                <w:rFonts w:ascii="Arial" w:hAnsi="Arial" w:cs="Arial"/>
                <w:sz w:val="20"/>
              </w:rPr>
              <w:t xml:space="preserve"> voorgelicht </w:t>
            </w:r>
            <w:r w:rsidR="00BC6936" w:rsidRPr="00A625E8">
              <w:rPr>
                <w:rFonts w:ascii="Arial" w:hAnsi="Arial" w:cs="Arial"/>
                <w:sz w:val="20"/>
              </w:rPr>
              <w:t xml:space="preserve">door uw </w:t>
            </w:r>
            <w:r w:rsidR="00426BA4">
              <w:rPr>
                <w:rFonts w:ascii="Arial" w:hAnsi="Arial" w:cs="Arial"/>
                <w:sz w:val="20"/>
              </w:rPr>
              <w:t>verloskundig actieve huisarts</w:t>
            </w:r>
            <w:r w:rsidR="00BC6936" w:rsidRPr="00A625E8">
              <w:rPr>
                <w:rFonts w:ascii="Arial" w:hAnsi="Arial" w:cs="Arial"/>
                <w:sz w:val="20"/>
              </w:rPr>
              <w:t xml:space="preserve"> </w:t>
            </w:r>
            <w:r w:rsidR="00D951D8" w:rsidRPr="00A625E8">
              <w:rPr>
                <w:rFonts w:ascii="Arial" w:hAnsi="Arial" w:cs="Arial"/>
                <w:sz w:val="20"/>
              </w:rPr>
              <w:t>over de mogelijkheid tot een onderzoek naar het syndroom van Down?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606ACC" w:rsidRPr="006B1E78" w:rsidRDefault="00606ACC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A45C21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A45C21" w:rsidRPr="00705DD0" w:rsidRDefault="00A45C21" w:rsidP="00353B33">
            <w:r>
              <w:rPr>
                <w:rFonts w:ascii="Arial" w:hAnsi="Arial" w:cs="Arial"/>
                <w:sz w:val="20"/>
              </w:rPr>
              <w:t>5.</w:t>
            </w:r>
            <w:r w:rsidRPr="00705DD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Vindt u het belangrijk dat voorlichting en uitleg die u krijgt van uw </w:t>
            </w:r>
            <w:r w:rsidR="00426BA4">
              <w:rPr>
                <w:rFonts w:ascii="Arial" w:hAnsi="Arial" w:cs="Arial"/>
                <w:sz w:val="20"/>
              </w:rPr>
              <w:t>verloskundig actieve huisarts</w:t>
            </w:r>
            <w:r>
              <w:rPr>
                <w:rFonts w:ascii="Arial" w:hAnsi="Arial" w:cs="Arial"/>
                <w:sz w:val="20"/>
              </w:rPr>
              <w:t xml:space="preserve"> begrijpelijk is?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45C21" w:rsidRPr="006B1E78" w:rsidRDefault="00A45C21" w:rsidP="00353B3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45C21" w:rsidRPr="006B1E78" w:rsidRDefault="00A45C21" w:rsidP="00353B3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45C21" w:rsidRPr="006B1E78" w:rsidRDefault="00A45C21" w:rsidP="00353B3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45C21" w:rsidRPr="006B1E78" w:rsidRDefault="00A45C21" w:rsidP="00353B3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B443AC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B443AC" w:rsidRPr="00705DD0" w:rsidRDefault="00A45C21">
            <w:r>
              <w:rPr>
                <w:rFonts w:ascii="Arial" w:hAnsi="Arial" w:cs="Arial"/>
                <w:sz w:val="20"/>
              </w:rPr>
              <w:t>6</w:t>
            </w:r>
            <w:r w:rsidR="008A51BC">
              <w:rPr>
                <w:rFonts w:ascii="Arial" w:hAnsi="Arial" w:cs="Arial"/>
                <w:sz w:val="20"/>
              </w:rPr>
              <w:t>.</w:t>
            </w:r>
            <w:r w:rsidR="00B443AC" w:rsidRPr="00705DD0">
              <w:rPr>
                <w:rFonts w:ascii="Arial" w:hAnsi="Arial" w:cs="Arial"/>
                <w:sz w:val="20"/>
              </w:rPr>
              <w:t xml:space="preserve"> Vindt u het belangrijk </w:t>
            </w:r>
            <w:r w:rsidR="000351BD">
              <w:rPr>
                <w:rFonts w:ascii="Arial" w:hAnsi="Arial" w:cs="Arial"/>
                <w:sz w:val="20"/>
              </w:rPr>
              <w:t>dat</w:t>
            </w:r>
            <w:r w:rsidR="00B443AC" w:rsidRPr="00705DD0">
              <w:rPr>
                <w:rFonts w:ascii="Arial" w:hAnsi="Arial" w:cs="Arial"/>
                <w:sz w:val="20"/>
              </w:rPr>
              <w:t xml:space="preserve"> uw </w:t>
            </w:r>
            <w:r w:rsidR="00426BA4">
              <w:rPr>
                <w:rFonts w:ascii="Arial" w:hAnsi="Arial" w:cs="Arial"/>
                <w:sz w:val="20"/>
              </w:rPr>
              <w:t>verloskundig actieve huisarts</w:t>
            </w:r>
            <w:r w:rsidR="00B443AC" w:rsidRPr="00705DD0">
              <w:rPr>
                <w:rFonts w:ascii="Arial" w:hAnsi="Arial" w:cs="Arial"/>
                <w:sz w:val="20"/>
              </w:rPr>
              <w:t xml:space="preserve"> met u bespreekt wat de uitslag van een onderzoek naar het syndroom van Down kan betekenen?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B443AC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B443AC" w:rsidRPr="00705DD0" w:rsidRDefault="00A45C21">
            <w:r>
              <w:rPr>
                <w:rFonts w:ascii="Arial" w:hAnsi="Arial" w:cs="Arial"/>
                <w:sz w:val="20"/>
              </w:rPr>
              <w:lastRenderedPageBreak/>
              <w:t>7</w:t>
            </w:r>
            <w:r w:rsidR="008A51BC">
              <w:rPr>
                <w:rFonts w:ascii="Arial" w:hAnsi="Arial" w:cs="Arial"/>
                <w:sz w:val="20"/>
              </w:rPr>
              <w:t>.</w:t>
            </w:r>
            <w:r w:rsidR="00B443AC" w:rsidRPr="00705DD0">
              <w:rPr>
                <w:rFonts w:ascii="Arial" w:hAnsi="Arial" w:cs="Arial"/>
                <w:sz w:val="20"/>
              </w:rPr>
              <w:t xml:space="preserve"> Vindt u het belangrijk om begeleiding </w:t>
            </w:r>
            <w:r w:rsidR="000351BD">
              <w:rPr>
                <w:rFonts w:ascii="Arial" w:hAnsi="Arial" w:cs="Arial"/>
                <w:sz w:val="20"/>
              </w:rPr>
              <w:t xml:space="preserve">te krijgen </w:t>
            </w:r>
            <w:r w:rsidR="00B443AC" w:rsidRPr="00705DD0">
              <w:rPr>
                <w:rFonts w:ascii="Arial" w:hAnsi="Arial" w:cs="Arial"/>
                <w:sz w:val="20"/>
              </w:rPr>
              <w:t xml:space="preserve">van uw </w:t>
            </w:r>
            <w:r w:rsidR="00426BA4">
              <w:rPr>
                <w:rFonts w:ascii="Arial" w:hAnsi="Arial" w:cs="Arial"/>
                <w:sz w:val="20"/>
              </w:rPr>
              <w:t>verloskundig actieve huisarts</w:t>
            </w:r>
            <w:r w:rsidR="00B443AC" w:rsidRPr="00705DD0">
              <w:rPr>
                <w:rFonts w:ascii="Arial" w:hAnsi="Arial" w:cs="Arial"/>
                <w:sz w:val="20"/>
              </w:rPr>
              <w:t xml:space="preserve"> met betrekking tot een onderzoek naar het syndroom van Down om een overwogen keuze te maken?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B443AC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B443AC" w:rsidRPr="00705DD0" w:rsidRDefault="00A45C21">
            <w:r>
              <w:rPr>
                <w:rFonts w:ascii="Arial" w:hAnsi="Arial" w:cs="Arial"/>
                <w:sz w:val="20"/>
              </w:rPr>
              <w:t>8</w:t>
            </w:r>
            <w:r w:rsidR="008A51BC">
              <w:rPr>
                <w:rFonts w:ascii="Arial" w:hAnsi="Arial" w:cs="Arial"/>
                <w:sz w:val="20"/>
              </w:rPr>
              <w:t>.</w:t>
            </w:r>
            <w:r w:rsidR="00B443AC" w:rsidRPr="00705DD0">
              <w:rPr>
                <w:rFonts w:ascii="Arial" w:hAnsi="Arial" w:cs="Arial"/>
                <w:sz w:val="20"/>
              </w:rPr>
              <w:t xml:space="preserve"> Vindt u het belangrijk om tijdens uw zwangerschap </w:t>
            </w:r>
            <w:r w:rsidR="000351BD">
              <w:rPr>
                <w:rFonts w:ascii="Arial" w:hAnsi="Arial" w:cs="Arial"/>
                <w:sz w:val="20"/>
              </w:rPr>
              <w:t xml:space="preserve">te </w:t>
            </w:r>
            <w:r w:rsidR="003F2DDD">
              <w:rPr>
                <w:rFonts w:ascii="Arial" w:hAnsi="Arial" w:cs="Arial"/>
                <w:sz w:val="20"/>
              </w:rPr>
              <w:t>word</w:t>
            </w:r>
            <w:r w:rsidR="000351BD">
              <w:rPr>
                <w:rFonts w:ascii="Arial" w:hAnsi="Arial" w:cs="Arial"/>
                <w:sz w:val="20"/>
              </w:rPr>
              <w:t>en</w:t>
            </w:r>
            <w:r w:rsidR="003F2DDD">
              <w:rPr>
                <w:rFonts w:ascii="Arial" w:hAnsi="Arial" w:cs="Arial"/>
                <w:sz w:val="20"/>
              </w:rPr>
              <w:t xml:space="preserve"> voorgelicht </w:t>
            </w:r>
            <w:r w:rsidR="00B443AC" w:rsidRPr="00705DD0">
              <w:rPr>
                <w:rFonts w:ascii="Arial" w:hAnsi="Arial" w:cs="Arial"/>
                <w:sz w:val="20"/>
              </w:rPr>
              <w:t xml:space="preserve">door uw </w:t>
            </w:r>
            <w:r w:rsidR="00426BA4">
              <w:rPr>
                <w:rFonts w:ascii="Arial" w:hAnsi="Arial" w:cs="Arial"/>
                <w:sz w:val="20"/>
              </w:rPr>
              <w:t>verloskundig actieve huisarts</w:t>
            </w:r>
            <w:r w:rsidR="00B443AC" w:rsidRPr="00705DD0">
              <w:rPr>
                <w:rFonts w:ascii="Arial" w:hAnsi="Arial" w:cs="Arial"/>
                <w:sz w:val="20"/>
              </w:rPr>
              <w:t xml:space="preserve"> over de mogelijkheid tot een structureel echoscopisch onderzoek (SEO) naar aangeboren afwijkingen, de zogenaamde 20-weken echo?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B443AC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B443AC" w:rsidRPr="00705DD0" w:rsidRDefault="00A45C21">
            <w:r>
              <w:rPr>
                <w:rFonts w:ascii="Arial" w:hAnsi="Arial" w:cs="Arial"/>
                <w:sz w:val="20"/>
              </w:rPr>
              <w:t>9</w:t>
            </w:r>
            <w:r w:rsidR="008A51BC">
              <w:rPr>
                <w:rFonts w:ascii="Arial" w:hAnsi="Arial" w:cs="Arial"/>
                <w:sz w:val="20"/>
              </w:rPr>
              <w:t>.</w:t>
            </w:r>
            <w:r w:rsidR="00B443AC" w:rsidRPr="00705DD0">
              <w:rPr>
                <w:rFonts w:ascii="Arial" w:hAnsi="Arial" w:cs="Arial"/>
                <w:sz w:val="20"/>
              </w:rPr>
              <w:t xml:space="preserve"> Vindt u het belangrijk </w:t>
            </w:r>
            <w:r w:rsidR="000351BD">
              <w:rPr>
                <w:rFonts w:ascii="Arial" w:hAnsi="Arial" w:cs="Arial"/>
                <w:sz w:val="20"/>
              </w:rPr>
              <w:t>dat</w:t>
            </w:r>
            <w:r w:rsidR="00B443AC" w:rsidRPr="00705DD0">
              <w:rPr>
                <w:rFonts w:ascii="Arial" w:hAnsi="Arial" w:cs="Arial"/>
                <w:sz w:val="20"/>
              </w:rPr>
              <w:t xml:space="preserve"> uw </w:t>
            </w:r>
            <w:r w:rsidR="00426BA4">
              <w:rPr>
                <w:rFonts w:ascii="Arial" w:hAnsi="Arial" w:cs="Arial"/>
                <w:sz w:val="20"/>
              </w:rPr>
              <w:t>verloskundig actieve huisarts</w:t>
            </w:r>
            <w:r w:rsidR="00B443AC" w:rsidRPr="00705DD0">
              <w:rPr>
                <w:rFonts w:ascii="Arial" w:hAnsi="Arial" w:cs="Arial"/>
                <w:sz w:val="20"/>
              </w:rPr>
              <w:t xml:space="preserve"> met u bespreekt wat de uitslag van de 20-weken echo kan betekenen?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A81066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A81066" w:rsidRPr="008A5415" w:rsidRDefault="00A45C21" w:rsidP="00263813">
            <w:r>
              <w:rPr>
                <w:rFonts w:ascii="Arial" w:hAnsi="Arial" w:cs="Arial"/>
                <w:sz w:val="20"/>
              </w:rPr>
              <w:t>10</w:t>
            </w:r>
            <w:r w:rsidR="008A51BC">
              <w:rPr>
                <w:rFonts w:ascii="Arial" w:hAnsi="Arial" w:cs="Arial"/>
                <w:sz w:val="20"/>
              </w:rPr>
              <w:t>.</w:t>
            </w:r>
            <w:r w:rsidR="00A81066" w:rsidRPr="008A5415">
              <w:rPr>
                <w:rFonts w:ascii="Arial" w:hAnsi="Arial" w:cs="Arial"/>
                <w:sz w:val="20"/>
              </w:rPr>
              <w:t xml:space="preserve"> Vindt u het belangrijk om begeleiding </w:t>
            </w:r>
            <w:r w:rsidR="000351BD">
              <w:rPr>
                <w:rFonts w:ascii="Arial" w:hAnsi="Arial" w:cs="Arial"/>
                <w:sz w:val="20"/>
              </w:rPr>
              <w:t xml:space="preserve">te krijgen </w:t>
            </w:r>
            <w:r w:rsidR="00A81066" w:rsidRPr="008A5415">
              <w:rPr>
                <w:rFonts w:ascii="Arial" w:hAnsi="Arial" w:cs="Arial"/>
                <w:sz w:val="20"/>
              </w:rPr>
              <w:t xml:space="preserve">van uw </w:t>
            </w:r>
            <w:r w:rsidR="00426BA4">
              <w:rPr>
                <w:rFonts w:ascii="Arial" w:hAnsi="Arial" w:cs="Arial"/>
                <w:sz w:val="20"/>
              </w:rPr>
              <w:t>verloskundig actieve huisarts</w:t>
            </w:r>
            <w:r w:rsidR="00A81066" w:rsidRPr="008A5415">
              <w:rPr>
                <w:rFonts w:ascii="Arial" w:hAnsi="Arial" w:cs="Arial"/>
                <w:sz w:val="20"/>
              </w:rPr>
              <w:t xml:space="preserve"> met betrekking tot de 20-weken echo om een overwogen keuze te maken?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A81066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A81066" w:rsidRPr="008A5415" w:rsidRDefault="00A45C21" w:rsidP="00263813">
            <w:r>
              <w:rPr>
                <w:rFonts w:ascii="Arial" w:hAnsi="Arial" w:cs="Arial"/>
                <w:sz w:val="20"/>
              </w:rPr>
              <w:t>11</w:t>
            </w:r>
            <w:r w:rsidR="008A51BC">
              <w:rPr>
                <w:rFonts w:ascii="Arial" w:hAnsi="Arial" w:cs="Arial"/>
                <w:sz w:val="20"/>
              </w:rPr>
              <w:t>.</w:t>
            </w:r>
            <w:r w:rsidR="00707888" w:rsidRPr="008A5415">
              <w:rPr>
                <w:rFonts w:ascii="Arial" w:hAnsi="Arial" w:cs="Arial"/>
                <w:sz w:val="20"/>
              </w:rPr>
              <w:t xml:space="preserve"> </w:t>
            </w:r>
            <w:r w:rsidR="00A81066" w:rsidRPr="008A5415">
              <w:rPr>
                <w:rFonts w:ascii="Arial" w:hAnsi="Arial" w:cs="Arial"/>
                <w:sz w:val="20"/>
              </w:rPr>
              <w:t xml:space="preserve">Vindt u het belangrijk om </w:t>
            </w:r>
            <w:r w:rsidR="00707888" w:rsidRPr="008A5415">
              <w:rPr>
                <w:rFonts w:ascii="Arial" w:hAnsi="Arial" w:cs="Arial"/>
                <w:sz w:val="20"/>
              </w:rPr>
              <w:t>tijdens de zwangerschap voorlichting e</w:t>
            </w:r>
            <w:r w:rsidR="00F72434" w:rsidRPr="008A5415">
              <w:rPr>
                <w:rFonts w:ascii="Arial" w:hAnsi="Arial" w:cs="Arial"/>
                <w:sz w:val="20"/>
              </w:rPr>
              <w:t xml:space="preserve">n uitleg van uw </w:t>
            </w:r>
            <w:r w:rsidR="00426BA4">
              <w:rPr>
                <w:rFonts w:ascii="Arial" w:hAnsi="Arial" w:cs="Arial"/>
                <w:sz w:val="20"/>
              </w:rPr>
              <w:t>verloskundig actieve huisarts</w:t>
            </w:r>
            <w:r w:rsidR="00F72434" w:rsidRPr="008A5415">
              <w:rPr>
                <w:rFonts w:ascii="Arial" w:hAnsi="Arial" w:cs="Arial"/>
                <w:sz w:val="20"/>
              </w:rPr>
              <w:t xml:space="preserve"> </w:t>
            </w:r>
            <w:r w:rsidR="000351BD">
              <w:rPr>
                <w:rFonts w:ascii="Arial" w:hAnsi="Arial" w:cs="Arial"/>
                <w:sz w:val="20"/>
              </w:rPr>
              <w:t xml:space="preserve">te </w:t>
            </w:r>
            <w:r w:rsidR="00707888" w:rsidRPr="008A5415">
              <w:rPr>
                <w:rFonts w:ascii="Arial" w:hAnsi="Arial" w:cs="Arial"/>
                <w:sz w:val="20"/>
              </w:rPr>
              <w:t>krijg</w:t>
            </w:r>
            <w:r w:rsidR="000351BD">
              <w:rPr>
                <w:rFonts w:ascii="Arial" w:hAnsi="Arial" w:cs="Arial"/>
                <w:sz w:val="20"/>
              </w:rPr>
              <w:t>en</w:t>
            </w:r>
            <w:r w:rsidR="00707888" w:rsidRPr="008A5415">
              <w:rPr>
                <w:rFonts w:ascii="Arial" w:hAnsi="Arial" w:cs="Arial"/>
                <w:sz w:val="20"/>
              </w:rPr>
              <w:t xml:space="preserve"> over de plaats van bevalling (thuis, in het ziekenhuis, in een geboortecentrum of bevalhotel)?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A81066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A81066" w:rsidRPr="008A5415" w:rsidRDefault="00A45C21" w:rsidP="00263813">
            <w:r>
              <w:rPr>
                <w:rFonts w:ascii="Arial" w:hAnsi="Arial" w:cs="Arial"/>
                <w:sz w:val="20"/>
              </w:rPr>
              <w:t>12</w:t>
            </w:r>
            <w:r w:rsidR="008A51BC">
              <w:rPr>
                <w:rFonts w:ascii="Arial" w:hAnsi="Arial" w:cs="Arial"/>
                <w:sz w:val="20"/>
              </w:rPr>
              <w:t>.</w:t>
            </w:r>
            <w:r w:rsidR="00240972" w:rsidRPr="008A5415">
              <w:rPr>
                <w:rFonts w:ascii="Arial" w:hAnsi="Arial" w:cs="Arial"/>
                <w:sz w:val="20"/>
              </w:rPr>
              <w:t xml:space="preserve"> </w:t>
            </w:r>
            <w:r w:rsidR="00A81066" w:rsidRPr="008A5415">
              <w:rPr>
                <w:rFonts w:ascii="Arial" w:hAnsi="Arial" w:cs="Arial"/>
                <w:sz w:val="20"/>
              </w:rPr>
              <w:t xml:space="preserve">Vindt u het belangrijk om </w:t>
            </w:r>
            <w:r w:rsidR="00240972" w:rsidRPr="008A5415">
              <w:rPr>
                <w:rFonts w:ascii="Arial" w:hAnsi="Arial" w:cs="Arial"/>
                <w:sz w:val="20"/>
              </w:rPr>
              <w:t xml:space="preserve">tijdens de zwangerschap voorlichting en uitleg </w:t>
            </w:r>
            <w:r w:rsidR="00705DD0" w:rsidRPr="008A5415">
              <w:rPr>
                <w:rFonts w:ascii="Arial" w:hAnsi="Arial" w:cs="Arial"/>
                <w:sz w:val="20"/>
              </w:rPr>
              <w:t xml:space="preserve">van uw </w:t>
            </w:r>
            <w:r w:rsidR="00426BA4">
              <w:rPr>
                <w:rFonts w:ascii="Arial" w:hAnsi="Arial" w:cs="Arial"/>
                <w:sz w:val="20"/>
              </w:rPr>
              <w:t>verloskundig actieve huisarts</w:t>
            </w:r>
            <w:r w:rsidR="00705DD0" w:rsidRPr="008A5415">
              <w:rPr>
                <w:rFonts w:ascii="Arial" w:hAnsi="Arial" w:cs="Arial"/>
                <w:sz w:val="20"/>
              </w:rPr>
              <w:t xml:space="preserve"> </w:t>
            </w:r>
            <w:r w:rsidR="000351BD">
              <w:rPr>
                <w:rFonts w:ascii="Arial" w:hAnsi="Arial" w:cs="Arial"/>
                <w:sz w:val="20"/>
              </w:rPr>
              <w:t xml:space="preserve">te </w:t>
            </w:r>
            <w:r w:rsidR="00240972" w:rsidRPr="008A5415">
              <w:rPr>
                <w:rFonts w:ascii="Arial" w:hAnsi="Arial" w:cs="Arial"/>
                <w:sz w:val="20"/>
              </w:rPr>
              <w:t>krijg</w:t>
            </w:r>
            <w:r w:rsidR="000351BD">
              <w:rPr>
                <w:rFonts w:ascii="Arial" w:hAnsi="Arial" w:cs="Arial"/>
                <w:sz w:val="20"/>
              </w:rPr>
              <w:t>en</w:t>
            </w:r>
            <w:r w:rsidR="00240972" w:rsidRPr="008A5415">
              <w:rPr>
                <w:rFonts w:ascii="Arial" w:hAnsi="Arial" w:cs="Arial"/>
                <w:sz w:val="20"/>
              </w:rPr>
              <w:t xml:space="preserve"> over stoppen met roken?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A81066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A81066" w:rsidRPr="00A50A9A" w:rsidRDefault="00A45C21" w:rsidP="00263813">
            <w:r>
              <w:rPr>
                <w:rFonts w:ascii="Arial" w:hAnsi="Arial" w:cs="Arial"/>
                <w:sz w:val="20"/>
              </w:rPr>
              <w:t>13</w:t>
            </w:r>
            <w:r w:rsidR="00E714DF">
              <w:rPr>
                <w:rFonts w:ascii="Arial" w:hAnsi="Arial" w:cs="Arial"/>
                <w:sz w:val="20"/>
              </w:rPr>
              <w:t>.</w:t>
            </w:r>
            <w:r w:rsidR="003E37C0" w:rsidRPr="00A50A9A">
              <w:rPr>
                <w:rFonts w:ascii="Arial" w:hAnsi="Arial" w:cs="Arial"/>
                <w:sz w:val="20"/>
              </w:rPr>
              <w:t xml:space="preserve"> </w:t>
            </w:r>
            <w:r w:rsidR="00A81066" w:rsidRPr="00A50A9A">
              <w:rPr>
                <w:rFonts w:ascii="Arial" w:hAnsi="Arial" w:cs="Arial"/>
                <w:sz w:val="20"/>
              </w:rPr>
              <w:t xml:space="preserve">Vindt u het belangrijk om </w:t>
            </w:r>
            <w:r w:rsidR="00956157" w:rsidRPr="00A50A9A">
              <w:rPr>
                <w:rFonts w:ascii="Arial" w:hAnsi="Arial" w:cs="Arial"/>
                <w:sz w:val="20"/>
              </w:rPr>
              <w:t xml:space="preserve">tijdens de zwangerschap </w:t>
            </w:r>
            <w:r w:rsidR="008A5415" w:rsidRPr="00A50A9A">
              <w:rPr>
                <w:rFonts w:ascii="Arial" w:hAnsi="Arial" w:cs="Arial"/>
                <w:sz w:val="20"/>
              </w:rPr>
              <w:t xml:space="preserve">van uw </w:t>
            </w:r>
            <w:r w:rsidR="00426BA4">
              <w:rPr>
                <w:rFonts w:ascii="Arial" w:hAnsi="Arial" w:cs="Arial"/>
                <w:sz w:val="20"/>
              </w:rPr>
              <w:t>verloskundig actieve huisarts</w:t>
            </w:r>
            <w:r w:rsidR="008A5415" w:rsidRPr="00A50A9A">
              <w:rPr>
                <w:rFonts w:ascii="Arial" w:hAnsi="Arial" w:cs="Arial"/>
                <w:sz w:val="20"/>
              </w:rPr>
              <w:t xml:space="preserve"> </w:t>
            </w:r>
            <w:r w:rsidR="00956157" w:rsidRPr="00A50A9A">
              <w:rPr>
                <w:rFonts w:ascii="Arial" w:hAnsi="Arial" w:cs="Arial"/>
                <w:sz w:val="20"/>
              </w:rPr>
              <w:t xml:space="preserve">begeleiding </w:t>
            </w:r>
            <w:r w:rsidR="000351BD">
              <w:rPr>
                <w:rFonts w:ascii="Arial" w:hAnsi="Arial" w:cs="Arial"/>
                <w:sz w:val="20"/>
              </w:rPr>
              <w:t xml:space="preserve">te </w:t>
            </w:r>
            <w:r w:rsidR="00956157" w:rsidRPr="00A50A9A">
              <w:rPr>
                <w:rFonts w:ascii="Arial" w:hAnsi="Arial" w:cs="Arial"/>
                <w:sz w:val="20"/>
              </w:rPr>
              <w:t>krijg</w:t>
            </w:r>
            <w:r w:rsidR="000351BD">
              <w:rPr>
                <w:rFonts w:ascii="Arial" w:hAnsi="Arial" w:cs="Arial"/>
                <w:sz w:val="20"/>
              </w:rPr>
              <w:t>en</w:t>
            </w:r>
            <w:r w:rsidR="00956157" w:rsidRPr="00A50A9A">
              <w:rPr>
                <w:rFonts w:ascii="Arial" w:hAnsi="Arial" w:cs="Arial"/>
                <w:sz w:val="20"/>
              </w:rPr>
              <w:t xml:space="preserve"> bij het stoppen met roken?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A81066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A81066" w:rsidRPr="00A50A9A" w:rsidRDefault="00374820" w:rsidP="00263813">
            <w:r w:rsidRPr="00A50A9A">
              <w:rPr>
                <w:rFonts w:ascii="Arial" w:hAnsi="Arial" w:cs="Arial"/>
                <w:sz w:val="20"/>
              </w:rPr>
              <w:t>1</w:t>
            </w:r>
            <w:r w:rsidR="00A45C21">
              <w:rPr>
                <w:rFonts w:ascii="Arial" w:hAnsi="Arial" w:cs="Arial"/>
                <w:sz w:val="20"/>
              </w:rPr>
              <w:t>4</w:t>
            </w:r>
            <w:r w:rsidR="001734C4">
              <w:rPr>
                <w:rFonts w:ascii="Arial" w:hAnsi="Arial" w:cs="Arial"/>
                <w:sz w:val="20"/>
              </w:rPr>
              <w:t>.</w:t>
            </w:r>
            <w:r w:rsidRPr="00A50A9A">
              <w:rPr>
                <w:rFonts w:ascii="Arial" w:hAnsi="Arial" w:cs="Arial"/>
                <w:sz w:val="20"/>
              </w:rPr>
              <w:t xml:space="preserve"> </w:t>
            </w:r>
            <w:r w:rsidR="00A81066" w:rsidRPr="00A50A9A">
              <w:rPr>
                <w:rFonts w:ascii="Arial" w:hAnsi="Arial" w:cs="Arial"/>
                <w:sz w:val="20"/>
              </w:rPr>
              <w:t xml:space="preserve">Vindt u het belangrijk </w:t>
            </w:r>
            <w:r w:rsidR="000351BD">
              <w:rPr>
                <w:rFonts w:ascii="Arial" w:hAnsi="Arial" w:cs="Arial"/>
                <w:sz w:val="20"/>
              </w:rPr>
              <w:t>dat</w:t>
            </w:r>
            <w:r w:rsidR="00A81066" w:rsidRPr="00A50A9A">
              <w:rPr>
                <w:rFonts w:ascii="Arial" w:hAnsi="Arial" w:cs="Arial"/>
                <w:sz w:val="20"/>
              </w:rPr>
              <w:t xml:space="preserve"> </w:t>
            </w:r>
            <w:r w:rsidRPr="00A50A9A">
              <w:rPr>
                <w:rFonts w:ascii="Arial" w:hAnsi="Arial" w:cs="Arial"/>
                <w:sz w:val="20"/>
              </w:rPr>
              <w:t xml:space="preserve">tijdens de zwangerschap voorlichting en uitleg wordt gegeven door uw </w:t>
            </w:r>
            <w:r w:rsidR="00426BA4">
              <w:rPr>
                <w:rFonts w:ascii="Arial" w:hAnsi="Arial" w:cs="Arial"/>
                <w:sz w:val="20"/>
              </w:rPr>
              <w:t>verloskundig actieve huisarts</w:t>
            </w:r>
            <w:r w:rsidRPr="00A50A9A">
              <w:rPr>
                <w:rFonts w:ascii="Arial" w:hAnsi="Arial" w:cs="Arial"/>
                <w:sz w:val="20"/>
              </w:rPr>
              <w:t xml:space="preserve"> over het geven van borstvoeding?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A81066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A81066" w:rsidRPr="00A50A9A" w:rsidRDefault="00A45C21" w:rsidP="00263813">
            <w:r>
              <w:rPr>
                <w:rFonts w:ascii="Arial" w:hAnsi="Arial" w:cs="Arial"/>
                <w:sz w:val="20"/>
              </w:rPr>
              <w:t>15</w:t>
            </w:r>
            <w:r w:rsidR="001734C4">
              <w:rPr>
                <w:rFonts w:ascii="Arial" w:hAnsi="Arial" w:cs="Arial"/>
                <w:sz w:val="20"/>
              </w:rPr>
              <w:t>.</w:t>
            </w:r>
            <w:r w:rsidR="0000093C" w:rsidRPr="00A50A9A">
              <w:rPr>
                <w:rFonts w:ascii="Arial" w:hAnsi="Arial" w:cs="Arial"/>
                <w:sz w:val="20"/>
              </w:rPr>
              <w:t xml:space="preserve"> </w:t>
            </w:r>
            <w:r w:rsidR="00A81066" w:rsidRPr="00A50A9A">
              <w:rPr>
                <w:rFonts w:ascii="Arial" w:hAnsi="Arial" w:cs="Arial"/>
                <w:sz w:val="20"/>
              </w:rPr>
              <w:t xml:space="preserve">Vindt u het belangrijk </w:t>
            </w:r>
            <w:r w:rsidR="000351BD">
              <w:rPr>
                <w:rFonts w:ascii="Arial" w:hAnsi="Arial" w:cs="Arial"/>
                <w:sz w:val="20"/>
              </w:rPr>
              <w:t>dat</w:t>
            </w:r>
            <w:r w:rsidR="0000093C" w:rsidRPr="00A50A9A">
              <w:rPr>
                <w:rFonts w:ascii="Arial" w:hAnsi="Arial" w:cs="Arial"/>
                <w:sz w:val="20"/>
              </w:rPr>
              <w:t xml:space="preserve"> tijdens de zwangerschap voorlichting en uitleg wordt gegeven door uw </w:t>
            </w:r>
            <w:r w:rsidR="00426BA4">
              <w:rPr>
                <w:rFonts w:ascii="Arial" w:hAnsi="Arial" w:cs="Arial"/>
                <w:sz w:val="20"/>
              </w:rPr>
              <w:t>verloskundig actieve huisarts</w:t>
            </w:r>
            <w:r w:rsidR="0000093C" w:rsidRPr="00A50A9A">
              <w:rPr>
                <w:rFonts w:ascii="Arial" w:hAnsi="Arial" w:cs="Arial"/>
                <w:sz w:val="20"/>
              </w:rPr>
              <w:t xml:space="preserve"> over wat u moet doen op het moment dat de bevalling zich aankondigt?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A81066" w:rsidRPr="006B1E78" w:rsidRDefault="00A81066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CB325C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CB325C" w:rsidRPr="00A50A9A" w:rsidRDefault="00CB325C" w:rsidP="00263813">
            <w:r w:rsidRPr="00A50A9A">
              <w:rPr>
                <w:rFonts w:ascii="Arial" w:hAnsi="Arial" w:cs="Arial"/>
                <w:sz w:val="20"/>
              </w:rPr>
              <w:lastRenderedPageBreak/>
              <w:t>1</w:t>
            </w:r>
            <w:r w:rsidR="00A45C21">
              <w:rPr>
                <w:rFonts w:ascii="Arial" w:hAnsi="Arial" w:cs="Arial"/>
                <w:sz w:val="20"/>
              </w:rPr>
              <w:t>6</w:t>
            </w:r>
            <w:r w:rsidR="001734C4">
              <w:rPr>
                <w:rFonts w:ascii="Arial" w:hAnsi="Arial" w:cs="Arial"/>
                <w:sz w:val="20"/>
              </w:rPr>
              <w:t>.</w:t>
            </w:r>
            <w:r w:rsidRPr="00A50A9A">
              <w:rPr>
                <w:rFonts w:ascii="Arial" w:hAnsi="Arial" w:cs="Arial"/>
                <w:sz w:val="20"/>
              </w:rPr>
              <w:t xml:space="preserve"> Vindt u het belangrijk </w:t>
            </w:r>
            <w:r w:rsidR="000351BD">
              <w:rPr>
                <w:rFonts w:ascii="Arial" w:hAnsi="Arial" w:cs="Arial"/>
                <w:sz w:val="20"/>
              </w:rPr>
              <w:t>dat</w:t>
            </w:r>
            <w:r w:rsidRPr="00A50A9A">
              <w:rPr>
                <w:rFonts w:ascii="Arial" w:hAnsi="Arial" w:cs="Arial"/>
                <w:sz w:val="20"/>
              </w:rPr>
              <w:t xml:space="preserve"> tijdens de zwangerschap voorlichting en uitleg wordt gegeven door uw </w:t>
            </w:r>
            <w:r w:rsidR="00426BA4">
              <w:rPr>
                <w:rFonts w:ascii="Arial" w:hAnsi="Arial" w:cs="Arial"/>
                <w:sz w:val="20"/>
              </w:rPr>
              <w:t>verloskundig actieve huisarts</w:t>
            </w:r>
            <w:r w:rsidRPr="00A50A9A">
              <w:rPr>
                <w:rFonts w:ascii="Arial" w:hAnsi="Arial" w:cs="Arial"/>
                <w:sz w:val="20"/>
              </w:rPr>
              <w:t xml:space="preserve"> over de kans op doorverwijzing naar de gynaecoloog in het ziekenhuis?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CB325C" w:rsidRPr="006B1E78" w:rsidRDefault="00CB325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CB325C" w:rsidRPr="006B1E78" w:rsidRDefault="00CB325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CB325C" w:rsidRPr="006B1E78" w:rsidRDefault="00CB325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CB325C" w:rsidRPr="006B1E78" w:rsidRDefault="00CB325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B443AC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B443AC" w:rsidRPr="00A50A9A" w:rsidRDefault="00A45C2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  <w:r w:rsidR="001734C4">
              <w:rPr>
                <w:rFonts w:ascii="Arial" w:hAnsi="Arial" w:cs="Arial"/>
                <w:sz w:val="20"/>
              </w:rPr>
              <w:t>.</w:t>
            </w:r>
            <w:r w:rsidR="00B443AC" w:rsidRPr="00A50A9A">
              <w:rPr>
                <w:rFonts w:ascii="Arial" w:hAnsi="Arial" w:cs="Arial"/>
                <w:sz w:val="20"/>
              </w:rPr>
              <w:t xml:space="preserve"> Vindt u het belangrijk om voorlichting of advies </w:t>
            </w:r>
            <w:r w:rsidR="000351BD">
              <w:rPr>
                <w:rFonts w:ascii="Arial" w:hAnsi="Arial" w:cs="Arial"/>
                <w:sz w:val="20"/>
              </w:rPr>
              <w:t xml:space="preserve">te </w:t>
            </w:r>
            <w:r w:rsidR="00B443AC" w:rsidRPr="00A50A9A">
              <w:rPr>
                <w:rFonts w:ascii="Arial" w:hAnsi="Arial" w:cs="Arial"/>
                <w:sz w:val="20"/>
              </w:rPr>
              <w:t xml:space="preserve">krijgen van uw </w:t>
            </w:r>
            <w:r w:rsidR="00426BA4">
              <w:rPr>
                <w:rFonts w:ascii="Arial" w:hAnsi="Arial" w:cs="Arial"/>
                <w:sz w:val="20"/>
              </w:rPr>
              <w:t>verloskundig actieve huisarts</w:t>
            </w:r>
            <w:r w:rsidR="00B443AC" w:rsidRPr="00A50A9A">
              <w:rPr>
                <w:rFonts w:ascii="Arial" w:hAnsi="Arial" w:cs="Arial"/>
                <w:sz w:val="20"/>
              </w:rPr>
              <w:t xml:space="preserve"> over het omgaan met pijn tijdens de bevalling?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B443AC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B443AC" w:rsidRPr="00A50A9A" w:rsidRDefault="00A45C21">
            <w:r>
              <w:rPr>
                <w:rFonts w:ascii="Arial" w:hAnsi="Arial" w:cs="Arial"/>
                <w:sz w:val="20"/>
              </w:rPr>
              <w:t>18</w:t>
            </w:r>
            <w:r w:rsidR="001734C4">
              <w:rPr>
                <w:rFonts w:ascii="Arial" w:hAnsi="Arial" w:cs="Arial"/>
                <w:sz w:val="20"/>
              </w:rPr>
              <w:t>.</w:t>
            </w:r>
            <w:r w:rsidR="00B443AC" w:rsidRPr="00A50A9A">
              <w:rPr>
                <w:rFonts w:ascii="Arial" w:hAnsi="Arial" w:cs="Arial"/>
                <w:sz w:val="20"/>
              </w:rPr>
              <w:t xml:space="preserve"> Vindt u het belangrijk om schriftelijke informatie </w:t>
            </w:r>
            <w:r w:rsidR="000351BD">
              <w:rPr>
                <w:rFonts w:ascii="Arial" w:hAnsi="Arial" w:cs="Arial"/>
                <w:sz w:val="20"/>
              </w:rPr>
              <w:t xml:space="preserve">te </w:t>
            </w:r>
            <w:r w:rsidR="00B443AC" w:rsidRPr="00A50A9A">
              <w:rPr>
                <w:rFonts w:ascii="Arial" w:hAnsi="Arial" w:cs="Arial"/>
                <w:sz w:val="20"/>
              </w:rPr>
              <w:t xml:space="preserve">krijgen van uw </w:t>
            </w:r>
            <w:r w:rsidR="00426BA4">
              <w:rPr>
                <w:rFonts w:ascii="Arial" w:hAnsi="Arial" w:cs="Arial"/>
                <w:sz w:val="20"/>
              </w:rPr>
              <w:t>verloskundig actieve huisarts</w:t>
            </w:r>
            <w:r w:rsidR="00B443AC" w:rsidRPr="00A50A9A">
              <w:rPr>
                <w:rFonts w:ascii="Arial" w:hAnsi="Arial" w:cs="Arial"/>
                <w:sz w:val="20"/>
              </w:rPr>
              <w:t xml:space="preserve"> over de zwangerschap, bevalling en kraamperiode?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B443AC" w:rsidRPr="006B1E78" w:rsidRDefault="00B443AC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19.</w:t>
            </w:r>
            <w:r w:rsidRPr="007A7F24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Vindt u het belangrijk dat schriftelijke informatie over de zwangerschap, bevalling en kraamperiode begrijpelijk is?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4083C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4083C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4083C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4083C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Pr="00A50A9A" w:rsidRDefault="00F221FF">
            <w:r>
              <w:rPr>
                <w:rFonts w:ascii="Arial" w:hAnsi="Arial" w:cs="Arial"/>
                <w:sz w:val="20"/>
              </w:rPr>
              <w:t>20.</w:t>
            </w:r>
            <w:r w:rsidRPr="00A50A9A">
              <w:rPr>
                <w:rFonts w:ascii="Arial" w:hAnsi="Arial" w:cs="Arial"/>
                <w:sz w:val="20"/>
              </w:rPr>
              <w:t xml:space="preserve"> Vindt u het belangrijk om door uw </w:t>
            </w:r>
            <w:r>
              <w:rPr>
                <w:rFonts w:ascii="Arial" w:hAnsi="Arial" w:cs="Arial"/>
                <w:sz w:val="20"/>
              </w:rPr>
              <w:t>verloskundig actieve huisarts</w:t>
            </w:r>
            <w:r w:rsidRPr="00A50A9A">
              <w:rPr>
                <w:rFonts w:ascii="Arial" w:hAnsi="Arial" w:cs="Arial"/>
                <w:sz w:val="20"/>
              </w:rPr>
              <w:t xml:space="preserve"> geïnformeerd </w:t>
            </w:r>
            <w:r>
              <w:rPr>
                <w:rFonts w:ascii="Arial" w:hAnsi="Arial" w:cs="Arial"/>
                <w:sz w:val="20"/>
              </w:rPr>
              <w:t>te</w:t>
            </w:r>
            <w:r w:rsidRPr="00A50A9A">
              <w:rPr>
                <w:rFonts w:ascii="Arial" w:hAnsi="Arial" w:cs="Arial"/>
                <w:sz w:val="20"/>
              </w:rPr>
              <w:t xml:space="preserve"> worden over het klachtenreglement van uw </w:t>
            </w:r>
            <w:r>
              <w:rPr>
                <w:rFonts w:ascii="Arial" w:hAnsi="Arial" w:cs="Arial"/>
                <w:sz w:val="20"/>
              </w:rPr>
              <w:t>huisartse</w:t>
            </w:r>
            <w:r w:rsidRPr="00A50A9A">
              <w:rPr>
                <w:rFonts w:ascii="Arial" w:hAnsi="Arial" w:cs="Arial"/>
                <w:sz w:val="20"/>
              </w:rPr>
              <w:t>npraktijk?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Pr="00A50A9A" w:rsidRDefault="00F221FF">
            <w:r>
              <w:rPr>
                <w:rFonts w:ascii="Arial" w:hAnsi="Arial" w:cs="Arial"/>
                <w:sz w:val="20"/>
              </w:rPr>
              <w:t>21.</w:t>
            </w:r>
            <w:r w:rsidRPr="00A50A9A">
              <w:rPr>
                <w:rFonts w:ascii="Arial" w:hAnsi="Arial" w:cs="Arial"/>
                <w:sz w:val="20"/>
              </w:rPr>
              <w:t xml:space="preserve"> Vindt u het belangrijk om te weten waar het klachtenreglement te vinden is wanneer d</w:t>
            </w:r>
            <w:r>
              <w:rPr>
                <w:rFonts w:ascii="Arial" w:hAnsi="Arial" w:cs="Arial"/>
                <w:sz w:val="20"/>
              </w:rPr>
              <w:t>at</w:t>
            </w:r>
            <w:r w:rsidRPr="00A50A9A">
              <w:rPr>
                <w:rFonts w:ascii="Arial" w:hAnsi="Arial" w:cs="Arial"/>
                <w:sz w:val="20"/>
              </w:rPr>
              <w:t xml:space="preserve"> nodig is?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Pr="007A7F24" w:rsidRDefault="00F221FF">
            <w:r w:rsidRPr="007A7F24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2.</w:t>
            </w:r>
            <w:r w:rsidRPr="007A7F24">
              <w:rPr>
                <w:rFonts w:ascii="Arial" w:hAnsi="Arial" w:cs="Arial"/>
                <w:sz w:val="20"/>
              </w:rPr>
              <w:t xml:space="preserve"> Vindt u het belangrijk om een geboorteplan, waarin uw wensen ten aanzien van de bevalling zijn vastgelegd, </w:t>
            </w:r>
            <w:r>
              <w:rPr>
                <w:rFonts w:ascii="Arial" w:hAnsi="Arial" w:cs="Arial"/>
                <w:sz w:val="20"/>
              </w:rPr>
              <w:t xml:space="preserve">te </w:t>
            </w:r>
            <w:r w:rsidRPr="007A7F24">
              <w:rPr>
                <w:rFonts w:ascii="Arial" w:hAnsi="Arial" w:cs="Arial"/>
                <w:sz w:val="20"/>
              </w:rPr>
              <w:t>kun</w:t>
            </w:r>
            <w:r>
              <w:rPr>
                <w:rFonts w:ascii="Arial" w:hAnsi="Arial" w:cs="Arial"/>
                <w:sz w:val="20"/>
              </w:rPr>
              <w:t>nen</w:t>
            </w:r>
            <w:r w:rsidRPr="007A7F24">
              <w:rPr>
                <w:rFonts w:ascii="Arial" w:hAnsi="Arial" w:cs="Arial"/>
                <w:sz w:val="20"/>
              </w:rPr>
              <w:t xml:space="preserve"> bespreken met uw </w:t>
            </w:r>
            <w:r>
              <w:rPr>
                <w:rFonts w:ascii="Arial" w:hAnsi="Arial" w:cs="Arial"/>
                <w:sz w:val="20"/>
              </w:rPr>
              <w:t>verloskundig actieve huisarts</w:t>
            </w:r>
            <w:r w:rsidRPr="007A7F24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Uw verwachtingen ten aanzien van bereikbaarheid en toegankelijkheid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23.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om overdag snel iemand van de huisartsenpraktijk aan de telefoon kunt krijgen?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Pr="007A7F24" w:rsidRDefault="00F221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24.</w:t>
            </w:r>
            <w:r w:rsidRPr="007A7F24">
              <w:rPr>
                <w:rFonts w:ascii="Arial" w:hAnsi="Arial" w:cs="Arial"/>
                <w:sz w:val="20"/>
              </w:rPr>
              <w:t xml:space="preserve"> Vindt u het belangrijk </w:t>
            </w:r>
            <w:r>
              <w:rPr>
                <w:rFonts w:ascii="Arial" w:hAnsi="Arial" w:cs="Arial"/>
                <w:sz w:val="20"/>
              </w:rPr>
              <w:t>dat</w:t>
            </w:r>
            <w:r w:rsidRPr="007A7F24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u weet</w:t>
            </w:r>
            <w:r w:rsidRPr="007A7F24">
              <w:rPr>
                <w:rFonts w:ascii="Arial" w:hAnsi="Arial" w:cs="Arial"/>
                <w:sz w:val="20"/>
              </w:rPr>
              <w:t xml:space="preserve"> welk nummer </w:t>
            </w:r>
            <w:r>
              <w:rPr>
                <w:rFonts w:ascii="Arial" w:hAnsi="Arial" w:cs="Arial"/>
                <w:sz w:val="20"/>
              </w:rPr>
              <w:t>u kunt bellen</w:t>
            </w:r>
            <w:r w:rsidRPr="007A7F24">
              <w:rPr>
                <w:rFonts w:ascii="Arial" w:hAnsi="Arial" w:cs="Arial"/>
                <w:sz w:val="20"/>
              </w:rPr>
              <w:t xml:space="preserve"> om bij spoed een </w:t>
            </w:r>
            <w:r>
              <w:rPr>
                <w:rFonts w:ascii="Arial" w:hAnsi="Arial" w:cs="Arial"/>
                <w:sz w:val="20"/>
              </w:rPr>
              <w:t>verloskundig actieve huisarts</w:t>
            </w:r>
            <w:r w:rsidRPr="007A7F24">
              <w:rPr>
                <w:rFonts w:ascii="Arial" w:hAnsi="Arial" w:cs="Arial"/>
                <w:sz w:val="20"/>
              </w:rPr>
              <w:t xml:space="preserve"> aan de lijn te krijgen?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25.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om </w:t>
            </w:r>
            <w:r>
              <w:rPr>
                <w:rFonts w:ascii="Arial" w:hAnsi="Arial" w:cs="Arial"/>
                <w:sz w:val="20"/>
              </w:rPr>
              <w:t>bij spoed snel iemand van de huisartsenpraktijk aan de telefoon te krijgen?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lastRenderedPageBreak/>
              <w:t xml:space="preserve">26.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u, wanneer u dit nodig vindt, binnen 24 uur voor een consult terecht kunt bij de huisartsenpraktijk?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27.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u, wanneer u dat nodig vindt, via de e-mail vragen kunt stellen of een afspraak kunt maken?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221FF" w:rsidRPr="006B1E78" w:rsidTr="00F221FF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28.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er snel op uw e-mail wordt gereageerd?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29.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de praktijk goed te bereiken is met het openbaar vervoer?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30.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 in de buurt van de praktijk kunt parkeren?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31.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 binnen 15 minuten na de afgesproken tijd van een consult wordt geholpen?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32.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de wachtkamer en spreekkamer schoon en opgeruimd zijn?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Uw verwachtingen ten aanzien van de zorg bij een stuitligging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221FF" w:rsidRPr="006B1E78" w:rsidTr="00F221FF">
        <w:trPr>
          <w:cantSplit/>
        </w:trPr>
        <w:tc>
          <w:tcPr>
            <w:tcW w:w="2505" w:type="pct"/>
            <w:tcBorders>
              <w:bottom w:val="single" w:sz="4" w:space="0" w:color="auto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33.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 bij stuitligging voldoende informatie krijgt over de mogelijkheid om het kindje te draaien (uitwendige versie)?</w:t>
            </w:r>
          </w:p>
        </w:tc>
        <w:tc>
          <w:tcPr>
            <w:tcW w:w="624" w:type="pct"/>
            <w:tcBorders>
              <w:bottom w:val="single" w:sz="4" w:space="0" w:color="auto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Borders>
              <w:bottom w:val="single" w:sz="4" w:space="0" w:color="auto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Borders>
              <w:bottom w:val="single" w:sz="4" w:space="0" w:color="auto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Borders>
              <w:bottom w:val="single" w:sz="4" w:space="0" w:color="auto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34.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er bij stuitligging door uw verloskundig actieve huisarts een poging gedaan wordt om het kind te draaien?</w:t>
            </w:r>
          </w:p>
        </w:tc>
        <w:tc>
          <w:tcPr>
            <w:tcW w:w="624" w:type="pct"/>
            <w:tcBorders>
              <w:bottom w:val="single" w:sz="4" w:space="0" w:color="auto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832E8E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Borders>
              <w:bottom w:val="single" w:sz="4" w:space="0" w:color="auto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832E8E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Borders>
              <w:bottom w:val="single" w:sz="4" w:space="0" w:color="auto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832E8E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832E8E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Borders>
              <w:top w:val="nil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Pr="002418AE" w:rsidRDefault="00F221FF" w:rsidP="00BE45C3">
            <w:pPr>
              <w:rPr>
                <w:rFonts w:ascii="Arial" w:hAnsi="Arial" w:cs="Arial"/>
                <w:sz w:val="20"/>
              </w:rPr>
            </w:pPr>
            <w:r w:rsidRPr="002418AE">
              <w:rPr>
                <w:rFonts w:ascii="Arial" w:hAnsi="Arial" w:cs="Arial"/>
                <w:b/>
                <w:sz w:val="20"/>
              </w:rPr>
              <w:t>Uw verwachtingen ten aanzien van de zorg door de gynaecoloog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BE45C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BE45C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832E8E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832E8E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221FF" w:rsidRPr="006B1E78" w:rsidTr="00F221FF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35.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om </w:t>
            </w:r>
            <w:r>
              <w:rPr>
                <w:rFonts w:ascii="Arial" w:hAnsi="Arial" w:cs="Arial"/>
                <w:sz w:val="20"/>
              </w:rPr>
              <w:t>uitleg te krijgen over de reden waarom u naar de gynaecoloog wordt verwezen?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Pr="00CB0F24" w:rsidRDefault="00F221FF" w:rsidP="00263813">
            <w:r>
              <w:rPr>
                <w:rFonts w:ascii="Arial" w:hAnsi="Arial" w:cs="Arial"/>
                <w:sz w:val="20"/>
              </w:rPr>
              <w:t>36.</w:t>
            </w:r>
            <w:r w:rsidRPr="00CB0F24">
              <w:rPr>
                <w:rFonts w:ascii="Arial" w:hAnsi="Arial" w:cs="Arial"/>
                <w:sz w:val="20"/>
              </w:rPr>
              <w:t xml:space="preserve"> Vindt u het belangrijk </w:t>
            </w:r>
            <w:r>
              <w:rPr>
                <w:rFonts w:ascii="Arial" w:hAnsi="Arial" w:cs="Arial"/>
                <w:sz w:val="20"/>
              </w:rPr>
              <w:t>dat</w:t>
            </w:r>
            <w:r w:rsidRPr="00CB0F24">
              <w:rPr>
                <w:rFonts w:ascii="Arial" w:hAnsi="Arial" w:cs="Arial"/>
                <w:sz w:val="20"/>
              </w:rPr>
              <w:t xml:space="preserve"> uw gegevens </w:t>
            </w:r>
            <w:r>
              <w:rPr>
                <w:rFonts w:ascii="Arial" w:hAnsi="Arial" w:cs="Arial"/>
                <w:sz w:val="20"/>
              </w:rPr>
              <w:t xml:space="preserve">ook </w:t>
            </w:r>
            <w:r w:rsidRPr="00CB0F24">
              <w:rPr>
                <w:rFonts w:ascii="Arial" w:hAnsi="Arial" w:cs="Arial"/>
                <w:sz w:val="20"/>
              </w:rPr>
              <w:t>bekend zijn bij de gynaecoloog?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37.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de zorg van de gynaecoloog en uw verloskundig actieve huisarts op elkaar is afgestemd?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38. Vindt u het belangrijk dat de gynaecoloog en uw verloskundig actieve huisarts goed met elkaar samenwerken?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Uw </w:t>
            </w:r>
            <w:r w:rsidRPr="002418AE">
              <w:rPr>
                <w:rFonts w:ascii="Arial" w:hAnsi="Arial" w:cs="Arial"/>
                <w:b/>
                <w:sz w:val="20"/>
              </w:rPr>
              <w:t>verwachtingen ten aanzien van de zorg tijdens de bevalling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221FF" w:rsidRPr="006B1E78" w:rsidTr="00F221FF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39.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 actieve huisarts snel aanwezig is wanneer u vermoedt dat de bevalling is begonnen?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40.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 actieve huisarts aanwezig blijft vanaf het moment dat u dat nodig vindt?</w:t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shd w:val="clear" w:color="auto" w:fill="auto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41.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 enige controle heeft tijdens uw bevalling?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814D9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814D9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814D9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814D9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>42. Vin</w:t>
            </w:r>
            <w:r w:rsidRPr="00C91FB2">
              <w:rPr>
                <w:rFonts w:ascii="Arial" w:hAnsi="Arial" w:cs="Arial"/>
                <w:sz w:val="20"/>
              </w:rPr>
              <w:t xml:space="preserve">dt u het belangrijk </w:t>
            </w:r>
            <w:r>
              <w:rPr>
                <w:rFonts w:ascii="Arial" w:hAnsi="Arial" w:cs="Arial"/>
                <w:sz w:val="20"/>
              </w:rPr>
              <w:t>dat uw verloskundig actieve huisarts u goed zal voorbereiden op de bevalling?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43.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 actieve huisarts u zal steunen tijdens de bevalling?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44.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er met de pijn wordt omgegaan op een door u gewenste manier?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09491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45.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er met de pijn wordt omgegaan zoals u verwacht?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Uw verwachtingen ten aanzien van zorg in de periode na de bevalling </w:t>
            </w:r>
            <w:r w:rsidRPr="002418AE">
              <w:rPr>
                <w:rFonts w:ascii="Arial" w:hAnsi="Arial" w:cs="Arial"/>
                <w:b/>
                <w:sz w:val="20"/>
              </w:rPr>
              <w:t>(kraamperiode)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46.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 actieve huisarts de bevalling met u nabespreekt?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47.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om </w:t>
            </w:r>
            <w:r>
              <w:rPr>
                <w:rFonts w:ascii="Arial" w:hAnsi="Arial" w:cs="Arial"/>
                <w:sz w:val="20"/>
              </w:rPr>
              <w:t>ondersteuning te krijgen van uw verloskundig actieve huisarts bij het geven van borstvoeding?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Pr="00FF1AA5" w:rsidRDefault="00F221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48.</w:t>
            </w:r>
            <w:r w:rsidRPr="00FF1AA5">
              <w:rPr>
                <w:rFonts w:ascii="Arial" w:hAnsi="Arial" w:cs="Arial"/>
                <w:sz w:val="20"/>
              </w:rPr>
              <w:t xml:space="preserve"> Vindt u het belangrijk om na uw bevalling kraamzorg </w:t>
            </w:r>
            <w:r>
              <w:rPr>
                <w:rFonts w:ascii="Arial" w:hAnsi="Arial" w:cs="Arial"/>
                <w:sz w:val="20"/>
              </w:rPr>
              <w:t xml:space="preserve">te </w:t>
            </w:r>
            <w:r w:rsidRPr="00FF1AA5">
              <w:rPr>
                <w:rFonts w:ascii="Arial" w:hAnsi="Arial" w:cs="Arial"/>
                <w:sz w:val="20"/>
              </w:rPr>
              <w:t>ontvang</w:t>
            </w:r>
            <w:r>
              <w:rPr>
                <w:rFonts w:ascii="Arial" w:hAnsi="Arial" w:cs="Arial"/>
                <w:sz w:val="20"/>
              </w:rPr>
              <w:t>en</w:t>
            </w:r>
            <w:r w:rsidRPr="00FF1AA5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49.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de zorg van de kraamverzorgende en de verloskundig actieve huisarts op elkaar is afgestemd?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lastRenderedPageBreak/>
              <w:t xml:space="preserve">50.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de kraamverzorgende en uw verloskundig actieve huisarts goed met elkaar samenwerken?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Pr="00503389" w:rsidRDefault="00F221FF" w:rsidP="002638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51.</w:t>
            </w:r>
            <w:r w:rsidRPr="00503389">
              <w:rPr>
                <w:rFonts w:ascii="Arial" w:hAnsi="Arial" w:cs="Arial"/>
                <w:sz w:val="20"/>
              </w:rPr>
              <w:t xml:space="preserve"> Vindt u het belangrijk om door uw </w:t>
            </w:r>
            <w:r>
              <w:rPr>
                <w:rFonts w:ascii="Arial" w:hAnsi="Arial" w:cs="Arial"/>
                <w:sz w:val="20"/>
              </w:rPr>
              <w:t>verloskundig actieve huisarts</w:t>
            </w:r>
            <w:r w:rsidRPr="00503389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te </w:t>
            </w:r>
            <w:r w:rsidRPr="00503389">
              <w:rPr>
                <w:rFonts w:ascii="Arial" w:hAnsi="Arial" w:cs="Arial"/>
                <w:sz w:val="20"/>
              </w:rPr>
              <w:t>word</w:t>
            </w:r>
            <w:r>
              <w:rPr>
                <w:rFonts w:ascii="Arial" w:hAnsi="Arial" w:cs="Arial"/>
                <w:sz w:val="20"/>
              </w:rPr>
              <w:t>en</w:t>
            </w:r>
            <w:r w:rsidRPr="00503389">
              <w:rPr>
                <w:rFonts w:ascii="Arial" w:hAnsi="Arial" w:cs="Arial"/>
                <w:sz w:val="20"/>
              </w:rPr>
              <w:t xml:space="preserve"> uitgenodigd voor een nacontrole ± 6 weken na de bevalling?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6381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52.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 actieve huisarts bij de nacontrole met u zal spreken over een eventuele volgende zwangerschap en bevalling?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Uw verwachtingen ten aanzien van de verloskundig actieve huisarts 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53.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 actieve huisarts belangstelling toont voor uw persoonlijke situatie?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Pr="00931AE2" w:rsidRDefault="00F221FF">
            <w:r>
              <w:rPr>
                <w:rFonts w:ascii="Arial" w:hAnsi="Arial" w:cs="Arial"/>
                <w:sz w:val="20"/>
              </w:rPr>
              <w:t>54.</w:t>
            </w:r>
            <w:r w:rsidRPr="00931AE2">
              <w:rPr>
                <w:rFonts w:ascii="Arial" w:hAnsi="Arial" w:cs="Arial"/>
                <w:sz w:val="20"/>
              </w:rPr>
              <w:t xml:space="preserve"> Vindt u het belangrijk </w:t>
            </w:r>
            <w:r>
              <w:rPr>
                <w:rFonts w:ascii="Arial" w:hAnsi="Arial" w:cs="Arial"/>
                <w:sz w:val="20"/>
              </w:rPr>
              <w:t>dat</w:t>
            </w:r>
            <w:r w:rsidRPr="00931AE2">
              <w:rPr>
                <w:rFonts w:ascii="Arial" w:hAnsi="Arial" w:cs="Arial"/>
                <w:sz w:val="20"/>
              </w:rPr>
              <w:t xml:space="preserve"> uw </w:t>
            </w:r>
            <w:r>
              <w:rPr>
                <w:rFonts w:ascii="Arial" w:hAnsi="Arial" w:cs="Arial"/>
                <w:sz w:val="20"/>
              </w:rPr>
              <w:t>verloskundig actieve huisarts</w:t>
            </w:r>
            <w:r w:rsidRPr="00931AE2">
              <w:rPr>
                <w:rFonts w:ascii="Arial" w:hAnsi="Arial" w:cs="Arial"/>
                <w:sz w:val="20"/>
              </w:rPr>
              <w:t xml:space="preserve"> dingen op een begrijpelijke manier uitlegt?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Pr="00931AE2" w:rsidRDefault="00F221FF">
            <w:r>
              <w:rPr>
                <w:rFonts w:ascii="Arial" w:hAnsi="Arial" w:cs="Arial"/>
                <w:sz w:val="20"/>
              </w:rPr>
              <w:t>55.</w:t>
            </w:r>
            <w:r w:rsidRPr="00931AE2">
              <w:rPr>
                <w:rFonts w:ascii="Arial" w:hAnsi="Arial" w:cs="Arial"/>
                <w:sz w:val="20"/>
              </w:rPr>
              <w:t xml:space="preserve"> Vindt u het belangrijk </w:t>
            </w:r>
            <w:r>
              <w:rPr>
                <w:rFonts w:ascii="Arial" w:hAnsi="Arial" w:cs="Arial"/>
                <w:sz w:val="20"/>
              </w:rPr>
              <w:t xml:space="preserve">dat </w:t>
            </w:r>
            <w:r w:rsidRPr="00931AE2">
              <w:rPr>
                <w:rFonts w:ascii="Arial" w:hAnsi="Arial" w:cs="Arial"/>
                <w:sz w:val="20"/>
              </w:rPr>
              <w:t xml:space="preserve">de </w:t>
            </w:r>
            <w:r>
              <w:rPr>
                <w:rFonts w:ascii="Arial" w:hAnsi="Arial" w:cs="Arial"/>
                <w:sz w:val="20"/>
              </w:rPr>
              <w:t xml:space="preserve">verloskundig actieve huisarts </w:t>
            </w:r>
            <w:r w:rsidRPr="00931AE2">
              <w:rPr>
                <w:rFonts w:ascii="Arial" w:hAnsi="Arial" w:cs="Arial"/>
                <w:sz w:val="20"/>
              </w:rPr>
              <w:t>deskundig</w:t>
            </w:r>
            <w:r>
              <w:rPr>
                <w:rFonts w:ascii="Arial" w:hAnsi="Arial" w:cs="Arial"/>
                <w:sz w:val="20"/>
              </w:rPr>
              <w:t xml:space="preserve"> is</w:t>
            </w:r>
            <w:r w:rsidRPr="00931AE2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56.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 actieve huisarts bereid is met u te praten als er zaken naar uw mening niet goed gaan?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57.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 actieve huisarts aandachtig naar u luistert?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58.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 actieve huisarts u serieus neemt?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59.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 actieve huisarts genoeg tijd voor u heeft?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60.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 actieve huisarts u de ruimte geeft om mee te denken over wat het beste is voor u en uw (ongeboren) kind?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814D9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814D9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814D9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814D9B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t xml:space="preserve">61.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uw verloskundig actieve huisarts open staat voor uw wensen?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  <w:tr w:rsidR="00F221FF" w:rsidRPr="006B1E78" w:rsidTr="00F221FF">
        <w:trPr>
          <w:cantSplit/>
        </w:trPr>
        <w:tc>
          <w:tcPr>
            <w:tcW w:w="2505" w:type="pct"/>
            <w:tcMar>
              <w:top w:w="142" w:type="dxa"/>
              <w:left w:w="28" w:type="dxa"/>
              <w:bottom w:w="142" w:type="dxa"/>
              <w:right w:w="28" w:type="dxa"/>
            </w:tcMar>
          </w:tcPr>
          <w:p w:rsidR="00F221FF" w:rsidRDefault="00F221FF">
            <w:r>
              <w:rPr>
                <w:rFonts w:ascii="Arial" w:hAnsi="Arial" w:cs="Arial"/>
                <w:sz w:val="20"/>
              </w:rPr>
              <w:lastRenderedPageBreak/>
              <w:t xml:space="preserve">62. </w:t>
            </w:r>
            <w:r w:rsidRPr="00C91FB2">
              <w:rPr>
                <w:rFonts w:ascii="Arial" w:hAnsi="Arial" w:cs="Arial"/>
                <w:sz w:val="20"/>
              </w:rPr>
              <w:t xml:space="preserve">Vindt u het belangrijk </w:t>
            </w:r>
            <w:r>
              <w:rPr>
                <w:rFonts w:ascii="Arial" w:hAnsi="Arial" w:cs="Arial"/>
                <w:sz w:val="20"/>
              </w:rPr>
              <w:t>dat u aan uw verloskundig actieve huisarts de vragen kunt stellen die u wilt?</w:t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582EE3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4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  <w:tc>
          <w:tcPr>
            <w:tcW w:w="623" w:type="pct"/>
            <w:tcMar>
              <w:top w:w="142" w:type="dxa"/>
              <w:left w:w="28" w:type="dxa"/>
              <w:bottom w:w="142" w:type="dxa"/>
              <w:right w:w="28" w:type="dxa"/>
            </w:tcMar>
            <w:vAlign w:val="center"/>
          </w:tcPr>
          <w:p w:rsidR="00F221FF" w:rsidRPr="006B1E78" w:rsidRDefault="00F221FF" w:rsidP="00255828">
            <w:pPr>
              <w:tabs>
                <w:tab w:val="left" w:pos="540"/>
                <w:tab w:val="left" w:pos="900"/>
                <w:tab w:val="left" w:pos="1260"/>
              </w:tabs>
              <w:ind w:left="540" w:hanging="540"/>
              <w:jc w:val="center"/>
              <w:rPr>
                <w:rFonts w:ascii="Arial" w:hAnsi="Arial" w:cs="Arial"/>
                <w:sz w:val="20"/>
              </w:rPr>
            </w:pPr>
            <w:r w:rsidRPr="006B1E78">
              <w:rPr>
                <w:rFonts w:ascii="Arial" w:hAnsi="Arial" w:cs="Arial"/>
                <w:sz w:val="20"/>
              </w:rPr>
              <w:sym w:font="Wingdings" w:char="F071"/>
            </w:r>
          </w:p>
        </w:tc>
      </w:tr>
    </w:tbl>
    <w:p w:rsidR="00255828" w:rsidRDefault="00255828" w:rsidP="0025582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9D2034" w:rsidRPr="008E67FB" w:rsidRDefault="009D2034" w:rsidP="009D2034">
      <w:pPr>
        <w:spacing w:line="280" w:lineRule="exact"/>
        <w:rPr>
          <w:szCs w:val="22"/>
        </w:rPr>
      </w:pPr>
      <w:r>
        <w:rPr>
          <w:szCs w:val="22"/>
        </w:rPr>
        <w:t xml:space="preserve">Zijn er nog andere aspecten van de </w:t>
      </w:r>
      <w:r w:rsidR="009D299A">
        <w:rPr>
          <w:szCs w:val="22"/>
        </w:rPr>
        <w:t>verloskundige</w:t>
      </w:r>
      <w:r>
        <w:rPr>
          <w:szCs w:val="22"/>
        </w:rPr>
        <w:t xml:space="preserve"> zorg of de </w:t>
      </w:r>
      <w:r w:rsidR="00426BA4">
        <w:rPr>
          <w:szCs w:val="22"/>
        </w:rPr>
        <w:t>huisarts</w:t>
      </w:r>
      <w:r w:rsidR="009D299A">
        <w:rPr>
          <w:szCs w:val="22"/>
        </w:rPr>
        <w:t>en</w:t>
      </w:r>
      <w:r>
        <w:rPr>
          <w:szCs w:val="22"/>
        </w:rPr>
        <w:t xml:space="preserve">praktijk die u </w:t>
      </w:r>
      <w:r w:rsidRPr="000639E1">
        <w:rPr>
          <w:b/>
          <w:i/>
          <w:szCs w:val="22"/>
        </w:rPr>
        <w:t>heel erg belangrijk</w:t>
      </w:r>
      <w:r>
        <w:rPr>
          <w:szCs w:val="22"/>
        </w:rPr>
        <w:t xml:space="preserve"> vindt maar die hierboven niet genoemd zijn</w:t>
      </w:r>
      <w:r w:rsidRPr="008E67FB">
        <w:rPr>
          <w:szCs w:val="22"/>
        </w:rPr>
        <w:t>?</w:t>
      </w:r>
    </w:p>
    <w:p w:rsidR="009D2034" w:rsidRPr="008E67FB" w:rsidRDefault="009D2034" w:rsidP="009D2034">
      <w:pPr>
        <w:spacing w:line="280" w:lineRule="exact"/>
        <w:rPr>
          <w:i/>
          <w:szCs w:val="22"/>
        </w:rPr>
      </w:pPr>
      <w:r w:rsidRPr="008E67FB">
        <w:rPr>
          <w:szCs w:val="22"/>
        </w:rPr>
        <w:t xml:space="preserve">Schrijf die dan hieronder op, </w:t>
      </w:r>
      <w:r w:rsidRPr="008E67FB">
        <w:rPr>
          <w:i/>
          <w:szCs w:val="22"/>
        </w:rPr>
        <w:t>a.u.b. in blokletters.</w:t>
      </w:r>
    </w:p>
    <w:p w:rsidR="009D2034" w:rsidRPr="008E67FB" w:rsidRDefault="009D2034" w:rsidP="009D2034">
      <w:pPr>
        <w:spacing w:line="280" w:lineRule="exact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D2034" w:rsidRPr="008E67FB">
        <w:tblPrEx>
          <w:tblCellMar>
            <w:top w:w="0" w:type="dxa"/>
            <w:bottom w:w="0" w:type="dxa"/>
          </w:tblCellMar>
        </w:tblPrEx>
        <w:trPr>
          <w:trHeight w:hRule="exact" w:val="1521"/>
        </w:trPr>
        <w:tc>
          <w:tcPr>
            <w:tcW w:w="9970" w:type="dxa"/>
          </w:tcPr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D2034" w:rsidRPr="008E67FB" w:rsidRDefault="009D2034" w:rsidP="00832E8E">
            <w:pPr>
              <w:pStyle w:val="Plattetekstinspringen"/>
              <w:spacing w:line="280" w:lineRule="exac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55828" w:rsidRDefault="00255828" w:rsidP="0025582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rPr>
          <w:rFonts w:ascii="Arial" w:hAnsi="Arial" w:cs="Arial"/>
          <w:sz w:val="20"/>
        </w:rPr>
      </w:pPr>
    </w:p>
    <w:p w:rsidR="00255828" w:rsidRDefault="00255828" w:rsidP="00255828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jc w:val="center"/>
        <w:rPr>
          <w:rFonts w:ascii="Arial" w:hAnsi="Arial" w:cs="Arial"/>
          <w:b/>
          <w:sz w:val="20"/>
        </w:rPr>
      </w:pPr>
    </w:p>
    <w:p w:rsidR="00E939ED" w:rsidRDefault="00255828" w:rsidP="009D299A">
      <w:pPr>
        <w:tabs>
          <w:tab w:val="left" w:pos="540"/>
          <w:tab w:val="left" w:pos="900"/>
          <w:tab w:val="left" w:pos="1260"/>
        </w:tabs>
        <w:spacing w:line="280" w:lineRule="exact"/>
        <w:ind w:left="540" w:hanging="54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Hartelijk dank voor het invullen van de vragenlijst.</w:t>
      </w:r>
    </w:p>
    <w:sectPr w:rsidR="00E939ED" w:rsidSect="0024573F"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83C" w:rsidRDefault="0054083C">
      <w:r>
        <w:separator/>
      </w:r>
    </w:p>
  </w:endnote>
  <w:endnote w:type="continuationSeparator" w:id="0">
    <w:p w:rsidR="0054083C" w:rsidRDefault="00540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99A" w:rsidRDefault="009D299A" w:rsidP="00C90990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9D299A" w:rsidRDefault="009D299A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99A" w:rsidRDefault="009D299A" w:rsidP="00C90990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B2058E">
      <w:rPr>
        <w:rStyle w:val="Paginanummer"/>
        <w:noProof/>
      </w:rPr>
      <w:t>- 1 -</w:t>
    </w:r>
    <w:r>
      <w:rPr>
        <w:rStyle w:val="Paginanummer"/>
      </w:rPr>
      <w:fldChar w:fldCharType="end"/>
    </w:r>
  </w:p>
  <w:p w:rsidR="009D299A" w:rsidRDefault="009D299A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83C" w:rsidRDefault="0054083C">
      <w:r>
        <w:separator/>
      </w:r>
    </w:p>
  </w:footnote>
  <w:footnote w:type="continuationSeparator" w:id="0">
    <w:p w:rsidR="0054083C" w:rsidRDefault="00540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6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7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828"/>
    <w:rsid w:val="0000093C"/>
    <w:rsid w:val="000144CB"/>
    <w:rsid w:val="000351BD"/>
    <w:rsid w:val="00036781"/>
    <w:rsid w:val="000430A7"/>
    <w:rsid w:val="000639E1"/>
    <w:rsid w:val="00064DE5"/>
    <w:rsid w:val="0006533F"/>
    <w:rsid w:val="0009491B"/>
    <w:rsid w:val="000A17B5"/>
    <w:rsid w:val="000B4D12"/>
    <w:rsid w:val="000C3033"/>
    <w:rsid w:val="000E1C2A"/>
    <w:rsid w:val="000E29E0"/>
    <w:rsid w:val="00106FDE"/>
    <w:rsid w:val="00110A85"/>
    <w:rsid w:val="001242CD"/>
    <w:rsid w:val="001309DB"/>
    <w:rsid w:val="00167DA6"/>
    <w:rsid w:val="00173230"/>
    <w:rsid w:val="001734C4"/>
    <w:rsid w:val="0017566C"/>
    <w:rsid w:val="001C5192"/>
    <w:rsid w:val="001F5EDE"/>
    <w:rsid w:val="00240972"/>
    <w:rsid w:val="002418AE"/>
    <w:rsid w:val="00242D69"/>
    <w:rsid w:val="0024573F"/>
    <w:rsid w:val="00255828"/>
    <w:rsid w:val="0026244C"/>
    <w:rsid w:val="00263813"/>
    <w:rsid w:val="0026758E"/>
    <w:rsid w:val="002817AE"/>
    <w:rsid w:val="00286C7F"/>
    <w:rsid w:val="00295AB0"/>
    <w:rsid w:val="002C350C"/>
    <w:rsid w:val="002C7520"/>
    <w:rsid w:val="002D4954"/>
    <w:rsid w:val="002E6D1E"/>
    <w:rsid w:val="002E6F33"/>
    <w:rsid w:val="00312CFE"/>
    <w:rsid w:val="00330830"/>
    <w:rsid w:val="003308D5"/>
    <w:rsid w:val="00353B33"/>
    <w:rsid w:val="003544D6"/>
    <w:rsid w:val="003728B7"/>
    <w:rsid w:val="00374086"/>
    <w:rsid w:val="00374820"/>
    <w:rsid w:val="003C0F2B"/>
    <w:rsid w:val="003C271D"/>
    <w:rsid w:val="003E37C0"/>
    <w:rsid w:val="003F2DDD"/>
    <w:rsid w:val="003F4B8D"/>
    <w:rsid w:val="00404700"/>
    <w:rsid w:val="00426BA4"/>
    <w:rsid w:val="00434140"/>
    <w:rsid w:val="00444C8F"/>
    <w:rsid w:val="0046164B"/>
    <w:rsid w:val="00465A3F"/>
    <w:rsid w:val="004679FD"/>
    <w:rsid w:val="00481DAA"/>
    <w:rsid w:val="00483B69"/>
    <w:rsid w:val="004852AD"/>
    <w:rsid w:val="00487A69"/>
    <w:rsid w:val="004950C5"/>
    <w:rsid w:val="0049772C"/>
    <w:rsid w:val="004C7C2C"/>
    <w:rsid w:val="004E3F25"/>
    <w:rsid w:val="004E6622"/>
    <w:rsid w:val="004F26AB"/>
    <w:rsid w:val="005006BF"/>
    <w:rsid w:val="00503389"/>
    <w:rsid w:val="00505FB2"/>
    <w:rsid w:val="005127DC"/>
    <w:rsid w:val="005243CA"/>
    <w:rsid w:val="0054083C"/>
    <w:rsid w:val="00574E41"/>
    <w:rsid w:val="00576EC7"/>
    <w:rsid w:val="00582EE3"/>
    <w:rsid w:val="0058311F"/>
    <w:rsid w:val="005C26D0"/>
    <w:rsid w:val="005D3E1B"/>
    <w:rsid w:val="00606ACC"/>
    <w:rsid w:val="00650C25"/>
    <w:rsid w:val="00652DD0"/>
    <w:rsid w:val="00654EB3"/>
    <w:rsid w:val="0066014C"/>
    <w:rsid w:val="00660E04"/>
    <w:rsid w:val="00661811"/>
    <w:rsid w:val="00663E66"/>
    <w:rsid w:val="00676138"/>
    <w:rsid w:val="00682C07"/>
    <w:rsid w:val="006A13BB"/>
    <w:rsid w:val="006B139D"/>
    <w:rsid w:val="006B1E78"/>
    <w:rsid w:val="006D59AF"/>
    <w:rsid w:val="006D7CA5"/>
    <w:rsid w:val="006E2C26"/>
    <w:rsid w:val="006F3C30"/>
    <w:rsid w:val="00705DD0"/>
    <w:rsid w:val="00707888"/>
    <w:rsid w:val="00711295"/>
    <w:rsid w:val="00737449"/>
    <w:rsid w:val="00742D52"/>
    <w:rsid w:val="0077388F"/>
    <w:rsid w:val="007A7F24"/>
    <w:rsid w:val="007B25A4"/>
    <w:rsid w:val="007B36B6"/>
    <w:rsid w:val="007D0931"/>
    <w:rsid w:val="007F4C4C"/>
    <w:rsid w:val="007F4F95"/>
    <w:rsid w:val="00814D9B"/>
    <w:rsid w:val="0081707E"/>
    <w:rsid w:val="00825DE1"/>
    <w:rsid w:val="00831EAF"/>
    <w:rsid w:val="00832E8E"/>
    <w:rsid w:val="0084042A"/>
    <w:rsid w:val="008424E9"/>
    <w:rsid w:val="008530DC"/>
    <w:rsid w:val="0085565C"/>
    <w:rsid w:val="00866165"/>
    <w:rsid w:val="008A51BC"/>
    <w:rsid w:val="008A5415"/>
    <w:rsid w:val="008D3033"/>
    <w:rsid w:val="009067D9"/>
    <w:rsid w:val="00907236"/>
    <w:rsid w:val="00912B2B"/>
    <w:rsid w:val="00926785"/>
    <w:rsid w:val="00927E0B"/>
    <w:rsid w:val="0093139B"/>
    <w:rsid w:val="00931AE2"/>
    <w:rsid w:val="00956157"/>
    <w:rsid w:val="0097082E"/>
    <w:rsid w:val="0098174A"/>
    <w:rsid w:val="009B3F0C"/>
    <w:rsid w:val="009B6707"/>
    <w:rsid w:val="009D2034"/>
    <w:rsid w:val="009D299A"/>
    <w:rsid w:val="00A3415F"/>
    <w:rsid w:val="00A35ED1"/>
    <w:rsid w:val="00A45C21"/>
    <w:rsid w:val="00A50A9A"/>
    <w:rsid w:val="00A625E8"/>
    <w:rsid w:val="00A6710E"/>
    <w:rsid w:val="00A70556"/>
    <w:rsid w:val="00A81066"/>
    <w:rsid w:val="00A86CF8"/>
    <w:rsid w:val="00AB482B"/>
    <w:rsid w:val="00AC3A1B"/>
    <w:rsid w:val="00AC6C38"/>
    <w:rsid w:val="00AD7571"/>
    <w:rsid w:val="00AF6A0B"/>
    <w:rsid w:val="00B115B0"/>
    <w:rsid w:val="00B11A31"/>
    <w:rsid w:val="00B2058E"/>
    <w:rsid w:val="00B215E7"/>
    <w:rsid w:val="00B254A7"/>
    <w:rsid w:val="00B37D81"/>
    <w:rsid w:val="00B443AC"/>
    <w:rsid w:val="00B57E50"/>
    <w:rsid w:val="00B704A7"/>
    <w:rsid w:val="00B942BA"/>
    <w:rsid w:val="00BB3A25"/>
    <w:rsid w:val="00BC22CD"/>
    <w:rsid w:val="00BC5AD8"/>
    <w:rsid w:val="00BC6936"/>
    <w:rsid w:val="00BE15FB"/>
    <w:rsid w:val="00BE45C3"/>
    <w:rsid w:val="00BF3D1B"/>
    <w:rsid w:val="00C0521B"/>
    <w:rsid w:val="00C10224"/>
    <w:rsid w:val="00C15766"/>
    <w:rsid w:val="00C168FA"/>
    <w:rsid w:val="00C23EBE"/>
    <w:rsid w:val="00C25FA0"/>
    <w:rsid w:val="00C43C87"/>
    <w:rsid w:val="00C448E2"/>
    <w:rsid w:val="00C6597B"/>
    <w:rsid w:val="00C70240"/>
    <w:rsid w:val="00C76739"/>
    <w:rsid w:val="00C859E7"/>
    <w:rsid w:val="00C9059E"/>
    <w:rsid w:val="00C90990"/>
    <w:rsid w:val="00C950A3"/>
    <w:rsid w:val="00CB0F24"/>
    <w:rsid w:val="00CB325C"/>
    <w:rsid w:val="00CC623C"/>
    <w:rsid w:val="00D02390"/>
    <w:rsid w:val="00D05E95"/>
    <w:rsid w:val="00D12FFD"/>
    <w:rsid w:val="00D27E34"/>
    <w:rsid w:val="00D33F52"/>
    <w:rsid w:val="00D520A7"/>
    <w:rsid w:val="00D67ADC"/>
    <w:rsid w:val="00D91604"/>
    <w:rsid w:val="00D951D8"/>
    <w:rsid w:val="00DA5583"/>
    <w:rsid w:val="00DD27E0"/>
    <w:rsid w:val="00DE7020"/>
    <w:rsid w:val="00E03C92"/>
    <w:rsid w:val="00E1280C"/>
    <w:rsid w:val="00E2427A"/>
    <w:rsid w:val="00E714DF"/>
    <w:rsid w:val="00E715E0"/>
    <w:rsid w:val="00E82160"/>
    <w:rsid w:val="00E91D6F"/>
    <w:rsid w:val="00E939ED"/>
    <w:rsid w:val="00EA1C2D"/>
    <w:rsid w:val="00EA5953"/>
    <w:rsid w:val="00ED19DB"/>
    <w:rsid w:val="00EF69FC"/>
    <w:rsid w:val="00F14170"/>
    <w:rsid w:val="00F221FF"/>
    <w:rsid w:val="00F34999"/>
    <w:rsid w:val="00F56781"/>
    <w:rsid w:val="00F72434"/>
    <w:rsid w:val="00F81194"/>
    <w:rsid w:val="00F819F0"/>
    <w:rsid w:val="00F85DB9"/>
    <w:rsid w:val="00F9501B"/>
    <w:rsid w:val="00FB0822"/>
    <w:rsid w:val="00FC066C"/>
    <w:rsid w:val="00FF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9712A7F-A1B8-4DE4-A407-D8289635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2058E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qFormat/>
    <w:rsid w:val="00B2058E"/>
    <w:pPr>
      <w:numPr>
        <w:numId w:val="1"/>
      </w:num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link w:val="Kop2Char"/>
    <w:qFormat/>
    <w:rsid w:val="00B2058E"/>
    <w:pPr>
      <w:outlineLvl w:val="1"/>
    </w:pPr>
    <w:rPr>
      <w:b/>
    </w:rPr>
  </w:style>
  <w:style w:type="paragraph" w:styleId="Kop3">
    <w:name w:val="heading 3"/>
    <w:basedOn w:val="Standaard"/>
    <w:next w:val="Standaard"/>
    <w:link w:val="Kop3Char"/>
    <w:qFormat/>
    <w:rsid w:val="00B2058E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link w:val="Kop4Char"/>
    <w:qFormat/>
    <w:rsid w:val="00B2058E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link w:val="Kop5Char"/>
    <w:qFormat/>
    <w:rsid w:val="00B2058E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B2058E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link w:val="Kop7Char"/>
    <w:qFormat/>
    <w:rsid w:val="00B2058E"/>
    <w:pPr>
      <w:outlineLvl w:val="6"/>
    </w:pPr>
  </w:style>
  <w:style w:type="paragraph" w:styleId="Kop8">
    <w:name w:val="heading 8"/>
    <w:basedOn w:val="Standaard"/>
    <w:next w:val="Standaard"/>
    <w:link w:val="Kop8Char"/>
    <w:qFormat/>
    <w:rsid w:val="00B2058E"/>
    <w:pPr>
      <w:outlineLvl w:val="7"/>
    </w:pPr>
    <w:rPr>
      <w:iCs/>
    </w:rPr>
  </w:style>
  <w:style w:type="paragraph" w:styleId="Kop9">
    <w:name w:val="heading 9"/>
    <w:basedOn w:val="Standaard"/>
    <w:next w:val="Standaard"/>
    <w:link w:val="Kop9Char"/>
    <w:qFormat/>
    <w:rsid w:val="00B2058E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  <w:rsid w:val="00B2058E"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B2058E"/>
  </w:style>
  <w:style w:type="paragraph" w:styleId="Voettekst">
    <w:name w:val="footer"/>
    <w:basedOn w:val="Standaard"/>
    <w:rsid w:val="00B2058E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24573F"/>
  </w:style>
  <w:style w:type="paragraph" w:styleId="Koptekst">
    <w:name w:val="header"/>
    <w:basedOn w:val="Standaard"/>
    <w:rsid w:val="00B2058E"/>
    <w:pPr>
      <w:tabs>
        <w:tab w:val="center" w:pos="4536"/>
        <w:tab w:val="right" w:pos="9072"/>
      </w:tabs>
    </w:pPr>
  </w:style>
  <w:style w:type="paragraph" w:styleId="Plattetekstinspringen">
    <w:name w:val="Body Text Indent"/>
    <w:basedOn w:val="Standaard"/>
    <w:rsid w:val="009D2034"/>
    <w:pPr>
      <w:ind w:left="360"/>
    </w:pPr>
    <w:rPr>
      <w:rFonts w:ascii="Arial" w:hAnsi="Arial"/>
      <w:i/>
      <w:iCs/>
      <w:sz w:val="24"/>
      <w:szCs w:val="24"/>
    </w:rPr>
  </w:style>
  <w:style w:type="character" w:styleId="Verwijzingopmerking">
    <w:name w:val="annotation reference"/>
    <w:basedOn w:val="Standaardalinea-lettertype"/>
    <w:semiHidden/>
    <w:rsid w:val="00B57E50"/>
    <w:rPr>
      <w:sz w:val="16"/>
      <w:szCs w:val="16"/>
    </w:rPr>
  </w:style>
  <w:style w:type="paragraph" w:styleId="Tekstopmerking">
    <w:name w:val="annotation text"/>
    <w:basedOn w:val="Standaard"/>
    <w:semiHidden/>
    <w:rsid w:val="00B57E50"/>
    <w:rPr>
      <w:sz w:val="20"/>
    </w:rPr>
  </w:style>
  <w:style w:type="paragraph" w:styleId="Onderwerpvanopmerking">
    <w:name w:val="annotation subject"/>
    <w:basedOn w:val="Tekstopmerking"/>
    <w:next w:val="Tekstopmerking"/>
    <w:semiHidden/>
    <w:rsid w:val="00B57E50"/>
    <w:rPr>
      <w:b/>
      <w:bCs/>
    </w:rPr>
  </w:style>
  <w:style w:type="paragraph" w:styleId="Ballontekst">
    <w:name w:val="Balloon Text"/>
    <w:basedOn w:val="Standaard"/>
    <w:semiHidden/>
    <w:rsid w:val="00B57E5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B25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Kop1Char">
    <w:name w:val="Kop 1 Char"/>
    <w:basedOn w:val="Standaardalinea-lettertype"/>
    <w:link w:val="Kop1"/>
    <w:rsid w:val="00B2058E"/>
    <w:rPr>
      <w:rFonts w:ascii="Verdana" w:hAnsi="Verdana"/>
      <w:sz w:val="24"/>
    </w:rPr>
  </w:style>
  <w:style w:type="character" w:customStyle="1" w:styleId="Kop2Char">
    <w:name w:val="Kop 2 Char"/>
    <w:basedOn w:val="Standaardalinea-lettertype"/>
    <w:link w:val="Kop2"/>
    <w:rsid w:val="00B2058E"/>
    <w:rPr>
      <w:rFonts w:ascii="Verdana" w:hAnsi="Verdana"/>
      <w:b/>
      <w:sz w:val="18"/>
    </w:rPr>
  </w:style>
  <w:style w:type="character" w:customStyle="1" w:styleId="Kop3Char">
    <w:name w:val="Kop 3 Char"/>
    <w:basedOn w:val="Standaardalinea-lettertype"/>
    <w:link w:val="Kop3"/>
    <w:rsid w:val="00B2058E"/>
    <w:rPr>
      <w:rFonts w:ascii="Verdana" w:hAnsi="Verdana"/>
      <w:i/>
      <w:sz w:val="18"/>
    </w:rPr>
  </w:style>
  <w:style w:type="character" w:customStyle="1" w:styleId="Kop4Char">
    <w:name w:val="Kop 4 Char"/>
    <w:basedOn w:val="Standaardalinea-lettertype"/>
    <w:link w:val="Kop4"/>
    <w:rsid w:val="00B2058E"/>
    <w:rPr>
      <w:rFonts w:ascii="Verdana" w:hAnsi="Verdana"/>
      <w:bCs/>
      <w:sz w:val="18"/>
      <w:szCs w:val="28"/>
    </w:rPr>
  </w:style>
  <w:style w:type="character" w:customStyle="1" w:styleId="Kop5Char">
    <w:name w:val="Kop 5 Char"/>
    <w:basedOn w:val="Standaardalinea-lettertype"/>
    <w:link w:val="Kop5"/>
    <w:rsid w:val="00B2058E"/>
    <w:rPr>
      <w:rFonts w:ascii="Verdana" w:hAnsi="Verdana"/>
      <w:bCs/>
      <w:iCs/>
      <w:sz w:val="18"/>
      <w:szCs w:val="26"/>
    </w:rPr>
  </w:style>
  <w:style w:type="character" w:customStyle="1" w:styleId="Kop6Char">
    <w:name w:val="Kop 6 Char"/>
    <w:basedOn w:val="Standaardalinea-lettertype"/>
    <w:link w:val="Kop6"/>
    <w:rsid w:val="00B2058E"/>
    <w:rPr>
      <w:rFonts w:ascii="Verdana" w:hAnsi="Verdana"/>
      <w:bCs/>
      <w:sz w:val="18"/>
      <w:szCs w:val="22"/>
    </w:rPr>
  </w:style>
  <w:style w:type="character" w:customStyle="1" w:styleId="Kop7Char">
    <w:name w:val="Kop 7 Char"/>
    <w:basedOn w:val="Standaardalinea-lettertype"/>
    <w:link w:val="Kop7"/>
    <w:rsid w:val="00B2058E"/>
    <w:rPr>
      <w:rFonts w:ascii="Verdana" w:hAnsi="Verdana"/>
      <w:sz w:val="18"/>
    </w:rPr>
  </w:style>
  <w:style w:type="character" w:customStyle="1" w:styleId="Kop8Char">
    <w:name w:val="Kop 8 Char"/>
    <w:basedOn w:val="Standaardalinea-lettertype"/>
    <w:link w:val="Kop8"/>
    <w:rsid w:val="00B2058E"/>
    <w:rPr>
      <w:rFonts w:ascii="Verdana" w:hAnsi="Verdana"/>
      <w:iCs/>
      <w:sz w:val="18"/>
    </w:rPr>
  </w:style>
  <w:style w:type="character" w:customStyle="1" w:styleId="Kop9Char">
    <w:name w:val="Kop 9 Char"/>
    <w:basedOn w:val="Standaardalinea-lettertype"/>
    <w:link w:val="Kop9"/>
    <w:rsid w:val="00B2058E"/>
    <w:rPr>
      <w:rFonts w:ascii="Verdana" w:hAnsi="Verdana" w:cs="Arial"/>
      <w:sz w:val="18"/>
      <w:szCs w:val="22"/>
    </w:rPr>
  </w:style>
  <w:style w:type="paragraph" w:customStyle="1" w:styleId="RAankruisvak-leeg">
    <w:name w:val="R_Aankruisvak-leeg"/>
    <w:basedOn w:val="Standaard"/>
    <w:rsid w:val="00B2058E"/>
    <w:pPr>
      <w:numPr>
        <w:numId w:val="2"/>
      </w:numPr>
    </w:pPr>
  </w:style>
  <w:style w:type="paragraph" w:customStyle="1" w:styleId="RAankruisvak-vinkje">
    <w:name w:val="R_Aankruisvak-vinkje"/>
    <w:basedOn w:val="Standaard"/>
    <w:rsid w:val="00B2058E"/>
    <w:pPr>
      <w:numPr>
        <w:numId w:val="3"/>
      </w:numPr>
    </w:pPr>
  </w:style>
  <w:style w:type="paragraph" w:customStyle="1" w:styleId="RAfzend-invulling">
    <w:name w:val="R_Afzend-invulling"/>
    <w:basedOn w:val="Standaard"/>
    <w:next w:val="Standaard"/>
    <w:rsid w:val="00B2058E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B2058E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B2058E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B2058E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B2058E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B2058E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B2058E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B2058E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B2058E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B2058E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B2058E"/>
    <w:pPr>
      <w:numPr>
        <w:numId w:val="4"/>
      </w:numPr>
    </w:pPr>
  </w:style>
  <w:style w:type="paragraph" w:customStyle="1" w:styleId="ROpsomming-bolletjes-klein">
    <w:name w:val="R_Opsomming-bolletjes-klein"/>
    <w:basedOn w:val="Standaard"/>
    <w:rsid w:val="00B2058E"/>
    <w:pPr>
      <w:numPr>
        <w:numId w:val="5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B2058E"/>
    <w:pPr>
      <w:numPr>
        <w:numId w:val="6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B2058E"/>
    <w:pPr>
      <w:numPr>
        <w:numId w:val="7"/>
      </w:numPr>
    </w:pPr>
  </w:style>
  <w:style w:type="paragraph" w:customStyle="1" w:styleId="ROpsomming-genummerd">
    <w:name w:val="R_Opsomming-genummerd"/>
    <w:basedOn w:val="Standaard"/>
    <w:rsid w:val="00B2058E"/>
    <w:pPr>
      <w:numPr>
        <w:numId w:val="8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B2058E"/>
    <w:pPr>
      <w:numPr>
        <w:numId w:val="9"/>
      </w:numPr>
    </w:pPr>
  </w:style>
  <w:style w:type="paragraph" w:customStyle="1" w:styleId="RPaginanummer">
    <w:name w:val="R_Paginanummer"/>
    <w:basedOn w:val="RAfzend-invulling"/>
    <w:next w:val="Standaard"/>
    <w:rsid w:val="00B2058E"/>
    <w:rPr>
      <w:szCs w:val="18"/>
    </w:rPr>
  </w:style>
  <w:style w:type="paragraph" w:customStyle="1" w:styleId="RReferenties">
    <w:name w:val="R_Referenties"/>
    <w:basedOn w:val="Standaard"/>
    <w:next w:val="Standaard"/>
    <w:rsid w:val="00B2058E"/>
    <w:rPr>
      <w:szCs w:val="18"/>
    </w:rPr>
  </w:style>
  <w:style w:type="paragraph" w:customStyle="1" w:styleId="RRetouradres">
    <w:name w:val="R_Retouradres"/>
    <w:basedOn w:val="RAfzend-invulling"/>
    <w:next w:val="Standaard"/>
    <w:rsid w:val="00B2058E"/>
    <w:rPr>
      <w:szCs w:val="18"/>
    </w:rPr>
  </w:style>
  <w:style w:type="paragraph" w:customStyle="1" w:styleId="RRubricering">
    <w:name w:val="R_Rubricering"/>
    <w:basedOn w:val="Standaard"/>
    <w:next w:val="Standaard"/>
    <w:link w:val="RRubriceringChar"/>
    <w:rsid w:val="00B2058E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B2058E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B2058E"/>
    <w:rPr>
      <w:b/>
      <w:sz w:val="14"/>
    </w:rPr>
  </w:style>
  <w:style w:type="paragraph" w:customStyle="1" w:styleId="RTabeltekst">
    <w:name w:val="R_Tabeltekst"/>
    <w:basedOn w:val="Standaard"/>
    <w:rsid w:val="00B2058E"/>
    <w:rPr>
      <w:sz w:val="14"/>
    </w:rPr>
  </w:style>
  <w:style w:type="paragraph" w:customStyle="1" w:styleId="RTitel">
    <w:name w:val="R_Titel"/>
    <w:basedOn w:val="Standaard"/>
    <w:next w:val="Standaard"/>
    <w:rsid w:val="00B2058E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B2058E"/>
    <w:rPr>
      <w:szCs w:val="18"/>
    </w:rPr>
  </w:style>
  <w:style w:type="character" w:customStyle="1" w:styleId="RVoetnootmarkering">
    <w:name w:val="R_Voetnootmarkering"/>
    <w:rsid w:val="00B2058E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B2058E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B2058E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B2058E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B2058E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B2058E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B2058E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B2058E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B2058E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B2058E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B2058E"/>
    <w:pPr>
      <w:keepLines/>
      <w:spacing w:line="90" w:lineRule="exact"/>
    </w:pPr>
    <w:rPr>
      <w:rFonts w:ascii="Verdana" w:hAnsi="Verdana"/>
      <w:sz w:val="9"/>
      <w:szCs w:val="9"/>
    </w:rPr>
  </w:style>
  <w:style w:type="table" w:styleId="Tabelraster">
    <w:name w:val="Table Grid"/>
    <w:basedOn w:val="Standaardtabel"/>
    <w:rsid w:val="00B2058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etnootmarkering">
    <w:name w:val="footnote reference"/>
    <w:rsid w:val="00B2058E"/>
    <w:rPr>
      <w:rFonts w:ascii="Verdana" w:hAnsi="Verdana"/>
      <w:position w:val="0"/>
      <w:sz w:val="20"/>
      <w:vertAlign w:val="superscript"/>
    </w:rPr>
  </w:style>
  <w:style w:type="paragraph" w:styleId="Voetnoottekst">
    <w:name w:val="footnote text"/>
    <w:basedOn w:val="Standaard"/>
    <w:next w:val="Standaard"/>
    <w:link w:val="VoetnoottekstChar"/>
    <w:rsid w:val="00B2058E"/>
    <w:pPr>
      <w:spacing w:line="180" w:lineRule="atLeast"/>
      <w:ind w:left="227" w:hanging="227"/>
    </w:pPr>
    <w:rPr>
      <w:sz w:val="13"/>
    </w:rPr>
  </w:style>
  <w:style w:type="character" w:customStyle="1" w:styleId="VoetnoottekstChar">
    <w:name w:val="Voetnoottekst Char"/>
    <w:basedOn w:val="Standaardalinea-lettertype"/>
    <w:link w:val="Voetnoottekst"/>
    <w:rsid w:val="00B2058E"/>
    <w:rPr>
      <w:rFonts w:ascii="Verdana" w:hAnsi="Verdana"/>
      <w:sz w:val="13"/>
    </w:rPr>
  </w:style>
  <w:style w:type="paragraph" w:customStyle="1" w:styleId="RHStabel-koppen">
    <w:name w:val="RHS tabel - koppen"/>
    <w:basedOn w:val="Standaard"/>
    <w:link w:val="RHStabel-koppenChar"/>
    <w:rsid w:val="00B2058E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B2058E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B2058E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B2058E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B2058E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B2058E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B2058E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B2058E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B2058E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B2058E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DBC87FF13553A640A37C379133E28A0C" ma:contentTypeVersion="173" ma:contentTypeDescription="Content type for CT MeetInstrument" ma:contentTypeScope="" ma:versionID="90890f665e53151be307c97793edba3f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1368f8b340346add2fbcfe77a774b19c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2010-12-31T23:00:00+00:00</Ontwikkeldatum>
    <Notities xmlns="fd2069cc-00ae-4f60-8ff8-57f81a5b98cd" xsi:nil="true"/>
    <Anders xmlns="http://schemas.microsoft.com/sharepoint/v3">&lt;div&gt;&lt;/div&gt;</Anders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2FB1C72-81E9-4514-A622-AD44634EFE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60597B-8CBC-4462-AE86-1F091A701C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E7C527-56CE-4BC1-81BB-F9C54EA02F4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39C07D2B-4AC0-490F-AB70-6D010E563262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699C58B-CB6D-4C75-A517-18DF0E48614E}">
  <ds:schemaRefs>
    <ds:schemaRef ds:uri="http://schemas.openxmlformats.org/package/2006/metadata/core-properties"/>
    <ds:schemaRef ds:uri="fd2069cc-00ae-4f60-8ff8-57f81a5b98cd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662578D3.dotm</Template>
  <TotalTime>1</TotalTime>
  <Pages>7</Pages>
  <Words>1483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Wat vindt u belangrijk als het gaat om eerstelijns verloskundige zorg (hulp huisarts)</vt:lpstr>
    </vt:vector>
  </TitlesOfParts>
  <Company>Nivel</Company>
  <LinksUpToDate>false</LinksUpToDate>
  <CharactersWithSpaces>9626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 vindt u belangrijk als het gaat om eerstelijns verloskundige zorg (hulp huisarts)</dc:title>
  <dc:subject/>
  <dc:creator>Trees Wiegers</dc:creator>
  <cp:keywords/>
  <dc:description/>
  <cp:lastModifiedBy>Rijk, mw. J. de</cp:lastModifiedBy>
  <cp:revision>2</cp:revision>
  <cp:lastPrinted>2010-06-23T09:56:00Z</cp:lastPrinted>
  <dcterms:created xsi:type="dcterms:W3CDTF">2019-03-18T10:35:00Z</dcterms:created>
  <dcterms:modified xsi:type="dcterms:W3CDTF">2019-03-18T10:35:00Z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enmerknamen">
    <vt:lpwstr>&lt;div&gt;&lt;/div&gt;</vt:lpwstr>
  </property>
  <property fmtid="{D5CDD505-2E9C-101B-9397-08002B2CF9AE}" pid="3" name="Ambitiesvoordoorontwikkeling">
    <vt:lpwstr>Opname Register</vt:lpwstr>
  </property>
  <property fmtid="{D5CDD505-2E9C-101B-9397-08002B2CF9AE}" pid="4" name="Financieringsbron">
    <vt:lpwstr>Niet van toepassing</vt:lpwstr>
  </property>
  <property fmtid="{D5CDD505-2E9C-101B-9397-08002B2CF9AE}" pid="5" name="Productenmerknamengenoemd">
    <vt:lpwstr>Niet van toepassing</vt:lpwstr>
  </property>
</Properties>
</file>